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7D91F2" w14:textId="6854CA87" w:rsidR="00CC277E" w:rsidRDefault="00CC277E" w:rsidP="00B46E74">
      <w:pPr>
        <w:pStyle w:val="Kdutekstu"/>
      </w:pPr>
    </w:p>
    <w:p w14:paraId="17EA802D" w14:textId="27DEF729" w:rsidR="00CC277E" w:rsidRDefault="00CC277E"/>
    <w:p w14:paraId="2FBC9CF6" w14:textId="71DE64A1" w:rsidR="00CC277E" w:rsidRDefault="00CC277E"/>
    <w:p w14:paraId="7BC75777" w14:textId="29736E7D" w:rsidR="00CC277E" w:rsidRDefault="00CC277E"/>
    <w:p w14:paraId="4C62676F" w14:textId="7626E5BD" w:rsidR="00CC277E" w:rsidRDefault="00CC277E"/>
    <w:p w14:paraId="4D486A63" w14:textId="6E263300" w:rsidR="00CC277E" w:rsidRDefault="00CC277E"/>
    <w:p w14:paraId="4A7F7B70" w14:textId="17AF5C05" w:rsidR="00CC277E" w:rsidRDefault="00CC277E"/>
    <w:p w14:paraId="3D69E79C" w14:textId="77777777" w:rsidR="00CC277E" w:rsidRDefault="00CC277E"/>
    <w:sdt>
      <w:sdtPr>
        <w:rPr>
          <w:rFonts w:asciiTheme="majorHAnsi" w:eastAsiaTheme="majorEastAsia" w:hAnsiTheme="majorHAnsi" w:cstheme="majorBidi"/>
          <w:sz w:val="80"/>
          <w:szCs w:val="80"/>
          <w:lang w:val="hr-HR"/>
        </w:rPr>
        <w:id w:val="88440254"/>
        <w:docPartObj>
          <w:docPartGallery w:val="Cover Pages"/>
          <w:docPartUnique/>
        </w:docPartObj>
      </w:sdtPr>
      <w:sdtEndPr>
        <w:rPr>
          <w:rFonts w:ascii="Calibri" w:eastAsia="Calibri" w:hAnsi="Calibri" w:cs="Times New Roman"/>
          <w:sz w:val="22"/>
          <w:szCs w:val="22"/>
        </w:rPr>
      </w:sdtEndPr>
      <w:sdtContent>
        <w:tbl>
          <w:tblPr>
            <w:tblW w:w="5000" w:type="pct"/>
            <w:jc w:val="center"/>
            <w:tblLook w:val="04A0" w:firstRow="1" w:lastRow="0" w:firstColumn="1" w:lastColumn="0" w:noHBand="0" w:noVBand="1"/>
          </w:tblPr>
          <w:tblGrid>
            <w:gridCol w:w="9072"/>
          </w:tblGrid>
          <w:tr w:rsidR="00C850C7" w:rsidRPr="00C828B9" w14:paraId="1779C7AC" w14:textId="77777777">
            <w:trPr>
              <w:trHeight w:val="1440"/>
              <w:jc w:val="center"/>
            </w:trPr>
            <w:sdt>
              <w:sdtPr>
                <w:rPr>
                  <w:rFonts w:asciiTheme="majorHAnsi" w:eastAsiaTheme="majorEastAsia" w:hAnsiTheme="majorHAnsi" w:cstheme="majorBidi"/>
                  <w:sz w:val="80"/>
                  <w:szCs w:val="80"/>
                  <w:lang w:val="hr-HR"/>
                </w:rPr>
                <w:alias w:val="Title"/>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14:paraId="1CFFAC18" w14:textId="1FE843CB" w:rsidR="00C850C7" w:rsidRPr="00C828B9" w:rsidRDefault="00511C17" w:rsidP="009A13F8">
                    <w:pPr>
                      <w:pStyle w:val="NoSpacing"/>
                      <w:jc w:val="center"/>
                      <w:rPr>
                        <w:rFonts w:asciiTheme="majorHAnsi" w:eastAsiaTheme="majorEastAsia" w:hAnsiTheme="majorHAnsi" w:cstheme="majorBidi"/>
                        <w:sz w:val="80"/>
                        <w:szCs w:val="80"/>
                        <w:lang w:val="hr-HR"/>
                      </w:rPr>
                    </w:pPr>
                    <w:r>
                      <w:rPr>
                        <w:rFonts w:asciiTheme="majorHAnsi" w:eastAsiaTheme="majorEastAsia" w:hAnsiTheme="majorHAnsi" w:cstheme="majorBidi"/>
                        <w:sz w:val="80"/>
                        <w:szCs w:val="80"/>
                        <w:lang w:val="hr-HR"/>
                      </w:rPr>
                      <w:t>IME KOLEGIJA           TEMA PROJEKTA</w:t>
                    </w:r>
                  </w:p>
                </w:tc>
              </w:sdtContent>
            </w:sdt>
          </w:tr>
          <w:tr w:rsidR="00C850C7" w:rsidRPr="00C828B9" w14:paraId="6B26F9EF" w14:textId="77777777">
            <w:trPr>
              <w:trHeight w:val="360"/>
              <w:jc w:val="center"/>
            </w:trPr>
            <w:tc>
              <w:tcPr>
                <w:tcW w:w="5000" w:type="pct"/>
                <w:vAlign w:val="center"/>
              </w:tcPr>
              <w:p w14:paraId="32150329" w14:textId="77777777" w:rsidR="00C850C7" w:rsidRPr="00C828B9" w:rsidRDefault="00C850C7">
                <w:pPr>
                  <w:pStyle w:val="NoSpacing"/>
                  <w:jc w:val="center"/>
                  <w:rPr>
                    <w:lang w:val="hr-HR"/>
                  </w:rPr>
                </w:pPr>
              </w:p>
            </w:tc>
          </w:tr>
          <w:tr w:rsidR="00C850C7" w:rsidRPr="00C828B9" w14:paraId="6782304E" w14:textId="77777777">
            <w:trPr>
              <w:trHeight w:val="360"/>
              <w:jc w:val="center"/>
            </w:trPr>
            <w:tc>
              <w:tcPr>
                <w:tcW w:w="5000" w:type="pct"/>
                <w:vAlign w:val="center"/>
              </w:tcPr>
              <w:p w14:paraId="514F3A73" w14:textId="77777777" w:rsidR="00C850C7" w:rsidRPr="00C828B9" w:rsidRDefault="00C850C7" w:rsidP="00C850C7">
                <w:pPr>
                  <w:pStyle w:val="NoSpacing"/>
                  <w:jc w:val="center"/>
                  <w:rPr>
                    <w:b/>
                    <w:bCs/>
                    <w:lang w:val="hr-HR"/>
                  </w:rPr>
                </w:pPr>
              </w:p>
            </w:tc>
          </w:tr>
          <w:tr w:rsidR="00C850C7" w:rsidRPr="00C828B9" w14:paraId="4F0F493F" w14:textId="77777777">
            <w:trPr>
              <w:trHeight w:val="360"/>
              <w:jc w:val="center"/>
            </w:trPr>
            <w:tc>
              <w:tcPr>
                <w:tcW w:w="5000" w:type="pct"/>
                <w:vAlign w:val="center"/>
              </w:tcPr>
              <w:p w14:paraId="08841B12" w14:textId="77777777" w:rsidR="00C850C7" w:rsidRPr="00C828B9" w:rsidRDefault="00C850C7">
                <w:pPr>
                  <w:pStyle w:val="NoSpacing"/>
                  <w:jc w:val="center"/>
                  <w:rPr>
                    <w:b/>
                    <w:bCs/>
                    <w:lang w:val="hr-HR"/>
                  </w:rPr>
                </w:pPr>
              </w:p>
            </w:tc>
          </w:tr>
        </w:tbl>
        <w:p w14:paraId="1879C936" w14:textId="77777777" w:rsidR="00C850C7" w:rsidRPr="00C828B9" w:rsidRDefault="00C850C7"/>
        <w:p w14:paraId="1328CF7F" w14:textId="77777777" w:rsidR="00C850C7" w:rsidRPr="00C828B9" w:rsidRDefault="00C850C7"/>
        <w:tbl>
          <w:tblPr>
            <w:tblpPr w:leftFromText="187" w:rightFromText="187" w:horzAnchor="margin" w:tblpXSpec="center" w:tblpYSpec="bottom"/>
            <w:tblW w:w="5000" w:type="pct"/>
            <w:tblLook w:val="04A0" w:firstRow="1" w:lastRow="0" w:firstColumn="1" w:lastColumn="0" w:noHBand="0" w:noVBand="1"/>
          </w:tblPr>
          <w:tblGrid>
            <w:gridCol w:w="9072"/>
          </w:tblGrid>
          <w:tr w:rsidR="00C850C7" w:rsidRPr="00C828B9" w14:paraId="4A365898" w14:textId="77777777">
            <w:tc>
              <w:tcPr>
                <w:tcW w:w="5000" w:type="pct"/>
              </w:tcPr>
              <w:p w14:paraId="1FACFB6D" w14:textId="490788BB" w:rsidR="00C850C7" w:rsidRPr="00C828B9" w:rsidRDefault="00C850C7" w:rsidP="00A00009">
                <w:pPr>
                  <w:pStyle w:val="NoSpacing"/>
                  <w:rPr>
                    <w:lang w:val="hr-HR"/>
                  </w:rPr>
                </w:pPr>
              </w:p>
            </w:tc>
          </w:tr>
        </w:tbl>
        <w:p w14:paraId="21F18A73" w14:textId="77777777" w:rsidR="00C850C7" w:rsidRPr="00C828B9" w:rsidRDefault="00C850C7"/>
        <w:p w14:paraId="281D2004" w14:textId="77777777" w:rsidR="00F35CC5" w:rsidRDefault="00C850C7">
          <w:pPr>
            <w:spacing w:after="0" w:line="240" w:lineRule="auto"/>
          </w:pPr>
          <w:r w:rsidRPr="00C828B9">
            <w:br w:type="page"/>
          </w:r>
        </w:p>
        <w:p w14:paraId="4A591F57" w14:textId="37508C24" w:rsidR="00C850C7" w:rsidRPr="00C828B9" w:rsidRDefault="00000000">
          <w:pPr>
            <w:spacing w:after="0" w:line="240" w:lineRule="auto"/>
          </w:pPr>
        </w:p>
      </w:sdtContent>
    </w:sdt>
    <w:bookmarkStart w:id="0" w:name="_Toc336259097" w:displacedByCustomXml="next"/>
    <w:bookmarkStart w:id="1" w:name="_Toc494871741" w:displacedByCustomXml="next"/>
    <w:sdt>
      <w:sdtPr>
        <w:rPr>
          <w:rFonts w:ascii="Calibri" w:eastAsia="Calibri" w:hAnsi="Calibri" w:cs="Times New Roman"/>
          <w:b w:val="0"/>
          <w:bCs w:val="0"/>
          <w:color w:val="auto"/>
          <w:sz w:val="20"/>
          <w:szCs w:val="20"/>
          <w:lang w:val="hr-HR" w:eastAsia="de-AT"/>
        </w:rPr>
        <w:id w:val="1565062170"/>
        <w:docPartObj>
          <w:docPartGallery w:val="Table of Contents"/>
          <w:docPartUnique/>
        </w:docPartObj>
      </w:sdtPr>
      <w:sdtEndPr>
        <w:rPr>
          <w:noProof/>
          <w:sz w:val="22"/>
          <w:szCs w:val="22"/>
          <w:lang w:eastAsia="en-US"/>
        </w:rPr>
      </w:sdtEndPr>
      <w:sdtContent>
        <w:p w14:paraId="64229785" w14:textId="77777777" w:rsidR="00511C17" w:rsidRPr="004F0098" w:rsidRDefault="00511C17" w:rsidP="00511C17">
          <w:pPr>
            <w:pStyle w:val="TOCHeading"/>
            <w:rPr>
              <w:lang w:val="hr-HR"/>
            </w:rPr>
          </w:pPr>
          <w:r w:rsidRPr="004F0098">
            <w:rPr>
              <w:lang w:val="hr-HR"/>
            </w:rPr>
            <w:t>Sadržaj</w:t>
          </w:r>
        </w:p>
        <w:p w14:paraId="401C0D16" w14:textId="7D72C6A4" w:rsidR="00D00FFB" w:rsidRDefault="00511C17">
          <w:pPr>
            <w:pStyle w:val="TOC1"/>
            <w:tabs>
              <w:tab w:val="left" w:pos="440"/>
              <w:tab w:val="right" w:pos="9062"/>
            </w:tabs>
            <w:rPr>
              <w:rFonts w:asciiTheme="minorHAnsi" w:eastAsiaTheme="minorEastAsia" w:hAnsiTheme="minorHAnsi" w:cstheme="minorBidi"/>
              <w:noProof/>
              <w:lang w:eastAsia="hr-HR"/>
            </w:rPr>
          </w:pPr>
          <w:r w:rsidRPr="004F0098">
            <w:rPr>
              <w:b/>
              <w:bCs/>
              <w:noProof/>
            </w:rPr>
            <w:fldChar w:fldCharType="begin"/>
          </w:r>
          <w:r w:rsidRPr="004F0098">
            <w:rPr>
              <w:b/>
              <w:bCs/>
              <w:noProof/>
            </w:rPr>
            <w:instrText xml:space="preserve"> TOC \o "1-3" \h \z \u </w:instrText>
          </w:r>
          <w:r w:rsidRPr="004F0098">
            <w:rPr>
              <w:b/>
              <w:bCs/>
              <w:noProof/>
            </w:rPr>
            <w:fldChar w:fldCharType="separate"/>
          </w:r>
          <w:hyperlink w:anchor="_Toc64900642" w:history="1">
            <w:r w:rsidR="00D00FFB" w:rsidRPr="007B6AAC">
              <w:rPr>
                <w:rStyle w:val="Hyperlink"/>
                <w:noProof/>
              </w:rPr>
              <w:t>1.</w:t>
            </w:r>
            <w:r w:rsidR="00D00FFB">
              <w:rPr>
                <w:rFonts w:asciiTheme="minorHAnsi" w:eastAsiaTheme="minorEastAsia" w:hAnsiTheme="minorHAnsi" w:cstheme="minorBidi"/>
                <w:noProof/>
                <w:lang w:eastAsia="hr-HR"/>
              </w:rPr>
              <w:tab/>
            </w:r>
            <w:r w:rsidR="00D00FFB" w:rsidRPr="007B6AAC">
              <w:rPr>
                <w:rStyle w:val="Hyperlink"/>
                <w:noProof/>
              </w:rPr>
              <w:t>Sažetak</w:t>
            </w:r>
            <w:r w:rsidR="00D00FFB">
              <w:rPr>
                <w:noProof/>
                <w:webHidden/>
              </w:rPr>
              <w:tab/>
            </w:r>
            <w:r w:rsidR="00D00FFB">
              <w:rPr>
                <w:noProof/>
                <w:webHidden/>
              </w:rPr>
              <w:fldChar w:fldCharType="begin"/>
            </w:r>
            <w:r w:rsidR="00D00FFB">
              <w:rPr>
                <w:noProof/>
                <w:webHidden/>
              </w:rPr>
              <w:instrText xml:space="preserve"> PAGEREF _Toc64900642 \h </w:instrText>
            </w:r>
            <w:r w:rsidR="00D00FFB">
              <w:rPr>
                <w:noProof/>
                <w:webHidden/>
              </w:rPr>
            </w:r>
            <w:r w:rsidR="00D00FFB">
              <w:rPr>
                <w:noProof/>
                <w:webHidden/>
              </w:rPr>
              <w:fldChar w:fldCharType="separate"/>
            </w:r>
            <w:r w:rsidR="00D00FFB">
              <w:rPr>
                <w:noProof/>
                <w:webHidden/>
              </w:rPr>
              <w:t>2</w:t>
            </w:r>
            <w:r w:rsidR="00D00FFB">
              <w:rPr>
                <w:noProof/>
                <w:webHidden/>
              </w:rPr>
              <w:fldChar w:fldCharType="end"/>
            </w:r>
          </w:hyperlink>
        </w:p>
        <w:p w14:paraId="0F2EDBFD" w14:textId="272ED9D6" w:rsidR="00D00FFB" w:rsidRDefault="00000000">
          <w:pPr>
            <w:pStyle w:val="TOC1"/>
            <w:tabs>
              <w:tab w:val="left" w:pos="440"/>
              <w:tab w:val="right" w:pos="9062"/>
            </w:tabs>
            <w:rPr>
              <w:rFonts w:asciiTheme="minorHAnsi" w:eastAsiaTheme="minorEastAsia" w:hAnsiTheme="minorHAnsi" w:cstheme="minorBidi"/>
              <w:noProof/>
              <w:lang w:eastAsia="hr-HR"/>
            </w:rPr>
          </w:pPr>
          <w:hyperlink w:anchor="_Toc64900643" w:history="1">
            <w:r w:rsidR="00D00FFB" w:rsidRPr="007B6AAC">
              <w:rPr>
                <w:rStyle w:val="Hyperlink"/>
                <w:noProof/>
              </w:rPr>
              <w:t>2.</w:t>
            </w:r>
            <w:r w:rsidR="00D00FFB">
              <w:rPr>
                <w:rFonts w:asciiTheme="minorHAnsi" w:eastAsiaTheme="minorEastAsia" w:hAnsiTheme="minorHAnsi" w:cstheme="minorBidi"/>
                <w:noProof/>
                <w:lang w:eastAsia="hr-HR"/>
              </w:rPr>
              <w:tab/>
            </w:r>
            <w:r w:rsidR="00D00FFB" w:rsidRPr="007B6AAC">
              <w:rPr>
                <w:rStyle w:val="Hyperlink"/>
                <w:noProof/>
              </w:rPr>
              <w:t>Uvod (Pt 10, bold)</w:t>
            </w:r>
            <w:r w:rsidR="00D00FFB">
              <w:rPr>
                <w:noProof/>
                <w:webHidden/>
              </w:rPr>
              <w:tab/>
            </w:r>
            <w:r w:rsidR="00D00FFB">
              <w:rPr>
                <w:noProof/>
                <w:webHidden/>
              </w:rPr>
              <w:fldChar w:fldCharType="begin"/>
            </w:r>
            <w:r w:rsidR="00D00FFB">
              <w:rPr>
                <w:noProof/>
                <w:webHidden/>
              </w:rPr>
              <w:instrText xml:space="preserve"> PAGEREF _Toc64900643 \h </w:instrText>
            </w:r>
            <w:r w:rsidR="00D00FFB">
              <w:rPr>
                <w:noProof/>
                <w:webHidden/>
              </w:rPr>
            </w:r>
            <w:r w:rsidR="00D00FFB">
              <w:rPr>
                <w:noProof/>
                <w:webHidden/>
              </w:rPr>
              <w:fldChar w:fldCharType="separate"/>
            </w:r>
            <w:r w:rsidR="00D00FFB">
              <w:rPr>
                <w:noProof/>
                <w:webHidden/>
              </w:rPr>
              <w:t>3</w:t>
            </w:r>
            <w:r w:rsidR="00D00FFB">
              <w:rPr>
                <w:noProof/>
                <w:webHidden/>
              </w:rPr>
              <w:fldChar w:fldCharType="end"/>
            </w:r>
          </w:hyperlink>
        </w:p>
        <w:p w14:paraId="13BA27F8" w14:textId="026689D3" w:rsidR="00D00FFB" w:rsidRDefault="00000000">
          <w:pPr>
            <w:pStyle w:val="TOC1"/>
            <w:tabs>
              <w:tab w:val="left" w:pos="440"/>
              <w:tab w:val="right" w:pos="9062"/>
            </w:tabs>
            <w:rPr>
              <w:rFonts w:asciiTheme="minorHAnsi" w:eastAsiaTheme="minorEastAsia" w:hAnsiTheme="minorHAnsi" w:cstheme="minorBidi"/>
              <w:noProof/>
              <w:lang w:eastAsia="hr-HR"/>
            </w:rPr>
          </w:pPr>
          <w:hyperlink w:anchor="_Toc64900644" w:history="1">
            <w:r w:rsidR="00D00FFB" w:rsidRPr="007B6AAC">
              <w:rPr>
                <w:rStyle w:val="Hyperlink"/>
                <w:noProof/>
              </w:rPr>
              <w:t>3.</w:t>
            </w:r>
            <w:r w:rsidR="00D00FFB">
              <w:rPr>
                <w:rFonts w:asciiTheme="minorHAnsi" w:eastAsiaTheme="minorEastAsia" w:hAnsiTheme="minorHAnsi" w:cstheme="minorBidi"/>
                <w:noProof/>
                <w:lang w:eastAsia="hr-HR"/>
              </w:rPr>
              <w:tab/>
            </w:r>
            <w:r w:rsidR="00D00FFB" w:rsidRPr="007B6AAC">
              <w:rPr>
                <w:rStyle w:val="Hyperlink"/>
                <w:noProof/>
              </w:rPr>
              <w:t>Razrada projekta – projektno rješenje</w:t>
            </w:r>
            <w:r w:rsidR="00D00FFB">
              <w:rPr>
                <w:noProof/>
                <w:webHidden/>
              </w:rPr>
              <w:tab/>
            </w:r>
            <w:r w:rsidR="00D00FFB">
              <w:rPr>
                <w:noProof/>
                <w:webHidden/>
              </w:rPr>
              <w:fldChar w:fldCharType="begin"/>
            </w:r>
            <w:r w:rsidR="00D00FFB">
              <w:rPr>
                <w:noProof/>
                <w:webHidden/>
              </w:rPr>
              <w:instrText xml:space="preserve"> PAGEREF _Toc64900644 \h </w:instrText>
            </w:r>
            <w:r w:rsidR="00D00FFB">
              <w:rPr>
                <w:noProof/>
                <w:webHidden/>
              </w:rPr>
            </w:r>
            <w:r w:rsidR="00D00FFB">
              <w:rPr>
                <w:noProof/>
                <w:webHidden/>
              </w:rPr>
              <w:fldChar w:fldCharType="separate"/>
            </w:r>
            <w:r w:rsidR="00D00FFB">
              <w:rPr>
                <w:noProof/>
                <w:webHidden/>
              </w:rPr>
              <w:t>4</w:t>
            </w:r>
            <w:r w:rsidR="00D00FFB">
              <w:rPr>
                <w:noProof/>
                <w:webHidden/>
              </w:rPr>
              <w:fldChar w:fldCharType="end"/>
            </w:r>
          </w:hyperlink>
        </w:p>
        <w:p w14:paraId="679C0B44" w14:textId="23EB3207" w:rsidR="00D00FFB" w:rsidRDefault="00000000">
          <w:pPr>
            <w:pStyle w:val="TOC2"/>
            <w:tabs>
              <w:tab w:val="left" w:pos="880"/>
              <w:tab w:val="right" w:pos="9062"/>
            </w:tabs>
            <w:rPr>
              <w:rFonts w:asciiTheme="minorHAnsi" w:eastAsiaTheme="minorEastAsia" w:hAnsiTheme="minorHAnsi" w:cstheme="minorBidi"/>
              <w:noProof/>
              <w:lang w:eastAsia="hr-HR"/>
            </w:rPr>
          </w:pPr>
          <w:hyperlink w:anchor="_Toc64900645" w:history="1">
            <w:r w:rsidR="00D00FFB" w:rsidRPr="007B6AAC">
              <w:rPr>
                <w:rStyle w:val="Hyperlink"/>
                <w:noProof/>
              </w:rPr>
              <w:t>3.1.</w:t>
            </w:r>
            <w:r w:rsidR="00D00FFB">
              <w:rPr>
                <w:rFonts w:asciiTheme="minorHAnsi" w:eastAsiaTheme="minorEastAsia" w:hAnsiTheme="minorHAnsi" w:cstheme="minorBidi"/>
                <w:noProof/>
                <w:lang w:eastAsia="hr-HR"/>
              </w:rPr>
              <w:tab/>
            </w:r>
            <w:r w:rsidR="00D00FFB" w:rsidRPr="007B6AAC">
              <w:rPr>
                <w:rStyle w:val="Hyperlink"/>
                <w:noProof/>
              </w:rPr>
              <w:t>Izričaj (pt 10, italic)</w:t>
            </w:r>
            <w:r w:rsidR="00D00FFB">
              <w:rPr>
                <w:noProof/>
                <w:webHidden/>
              </w:rPr>
              <w:tab/>
            </w:r>
            <w:r w:rsidR="00D00FFB">
              <w:rPr>
                <w:noProof/>
                <w:webHidden/>
              </w:rPr>
              <w:fldChar w:fldCharType="begin"/>
            </w:r>
            <w:r w:rsidR="00D00FFB">
              <w:rPr>
                <w:noProof/>
                <w:webHidden/>
              </w:rPr>
              <w:instrText xml:space="preserve"> PAGEREF _Toc64900645 \h </w:instrText>
            </w:r>
            <w:r w:rsidR="00D00FFB">
              <w:rPr>
                <w:noProof/>
                <w:webHidden/>
              </w:rPr>
            </w:r>
            <w:r w:rsidR="00D00FFB">
              <w:rPr>
                <w:noProof/>
                <w:webHidden/>
              </w:rPr>
              <w:fldChar w:fldCharType="separate"/>
            </w:r>
            <w:r w:rsidR="00D00FFB">
              <w:rPr>
                <w:noProof/>
                <w:webHidden/>
              </w:rPr>
              <w:t>4</w:t>
            </w:r>
            <w:r w:rsidR="00D00FFB">
              <w:rPr>
                <w:noProof/>
                <w:webHidden/>
              </w:rPr>
              <w:fldChar w:fldCharType="end"/>
            </w:r>
          </w:hyperlink>
        </w:p>
        <w:p w14:paraId="6869160E" w14:textId="11C7863A" w:rsidR="00D00FFB" w:rsidRDefault="00000000">
          <w:pPr>
            <w:pStyle w:val="TOC2"/>
            <w:tabs>
              <w:tab w:val="left" w:pos="880"/>
              <w:tab w:val="right" w:pos="9062"/>
            </w:tabs>
            <w:rPr>
              <w:rFonts w:asciiTheme="minorHAnsi" w:eastAsiaTheme="minorEastAsia" w:hAnsiTheme="minorHAnsi" w:cstheme="minorBidi"/>
              <w:noProof/>
              <w:lang w:eastAsia="hr-HR"/>
            </w:rPr>
          </w:pPr>
          <w:hyperlink w:anchor="_Toc64900646" w:history="1">
            <w:r w:rsidR="00D00FFB" w:rsidRPr="007B6AAC">
              <w:rPr>
                <w:rStyle w:val="Hyperlink"/>
                <w:noProof/>
              </w:rPr>
              <w:t>3.2.</w:t>
            </w:r>
            <w:r w:rsidR="00D00FFB">
              <w:rPr>
                <w:rFonts w:asciiTheme="minorHAnsi" w:eastAsiaTheme="minorEastAsia" w:hAnsiTheme="minorHAnsi" w:cstheme="minorBidi"/>
                <w:noProof/>
                <w:lang w:eastAsia="hr-HR"/>
              </w:rPr>
              <w:tab/>
            </w:r>
            <w:r w:rsidR="00D00FFB" w:rsidRPr="007B6AAC">
              <w:rPr>
                <w:rStyle w:val="Hyperlink"/>
                <w:noProof/>
              </w:rPr>
              <w:t>Nabrajanje (pt 10, italic)</w:t>
            </w:r>
            <w:r w:rsidR="00D00FFB">
              <w:rPr>
                <w:noProof/>
                <w:webHidden/>
              </w:rPr>
              <w:tab/>
            </w:r>
            <w:r w:rsidR="00D00FFB">
              <w:rPr>
                <w:noProof/>
                <w:webHidden/>
              </w:rPr>
              <w:fldChar w:fldCharType="begin"/>
            </w:r>
            <w:r w:rsidR="00D00FFB">
              <w:rPr>
                <w:noProof/>
                <w:webHidden/>
              </w:rPr>
              <w:instrText xml:space="preserve"> PAGEREF _Toc64900646 \h </w:instrText>
            </w:r>
            <w:r w:rsidR="00D00FFB">
              <w:rPr>
                <w:noProof/>
                <w:webHidden/>
              </w:rPr>
            </w:r>
            <w:r w:rsidR="00D00FFB">
              <w:rPr>
                <w:noProof/>
                <w:webHidden/>
              </w:rPr>
              <w:fldChar w:fldCharType="separate"/>
            </w:r>
            <w:r w:rsidR="00D00FFB">
              <w:rPr>
                <w:noProof/>
                <w:webHidden/>
              </w:rPr>
              <w:t>4</w:t>
            </w:r>
            <w:r w:rsidR="00D00FFB">
              <w:rPr>
                <w:noProof/>
                <w:webHidden/>
              </w:rPr>
              <w:fldChar w:fldCharType="end"/>
            </w:r>
          </w:hyperlink>
        </w:p>
        <w:p w14:paraId="227FF593" w14:textId="2E3A723D" w:rsidR="00D00FFB" w:rsidRDefault="00000000">
          <w:pPr>
            <w:pStyle w:val="TOC2"/>
            <w:tabs>
              <w:tab w:val="left" w:pos="880"/>
              <w:tab w:val="right" w:pos="9062"/>
            </w:tabs>
            <w:rPr>
              <w:rFonts w:asciiTheme="minorHAnsi" w:eastAsiaTheme="minorEastAsia" w:hAnsiTheme="minorHAnsi" w:cstheme="minorBidi"/>
              <w:noProof/>
              <w:lang w:eastAsia="hr-HR"/>
            </w:rPr>
          </w:pPr>
          <w:hyperlink w:anchor="_Toc64900647" w:history="1">
            <w:r w:rsidR="00D00FFB" w:rsidRPr="007B6AAC">
              <w:rPr>
                <w:rStyle w:val="Hyperlink"/>
                <w:noProof/>
              </w:rPr>
              <w:t>3.3.</w:t>
            </w:r>
            <w:r w:rsidR="00D00FFB">
              <w:rPr>
                <w:rFonts w:asciiTheme="minorHAnsi" w:eastAsiaTheme="minorEastAsia" w:hAnsiTheme="minorHAnsi" w:cstheme="minorBidi"/>
                <w:noProof/>
                <w:lang w:eastAsia="hr-HR"/>
              </w:rPr>
              <w:tab/>
            </w:r>
            <w:r w:rsidR="00D00FFB" w:rsidRPr="007B6AAC">
              <w:rPr>
                <w:rStyle w:val="Hyperlink"/>
                <w:noProof/>
              </w:rPr>
              <w:t>Tablice</w:t>
            </w:r>
            <w:r w:rsidR="00D00FFB">
              <w:rPr>
                <w:noProof/>
                <w:webHidden/>
              </w:rPr>
              <w:tab/>
            </w:r>
            <w:r w:rsidR="00D00FFB">
              <w:rPr>
                <w:noProof/>
                <w:webHidden/>
              </w:rPr>
              <w:fldChar w:fldCharType="begin"/>
            </w:r>
            <w:r w:rsidR="00D00FFB">
              <w:rPr>
                <w:noProof/>
                <w:webHidden/>
              </w:rPr>
              <w:instrText xml:space="preserve"> PAGEREF _Toc64900647 \h </w:instrText>
            </w:r>
            <w:r w:rsidR="00D00FFB">
              <w:rPr>
                <w:noProof/>
                <w:webHidden/>
              </w:rPr>
            </w:r>
            <w:r w:rsidR="00D00FFB">
              <w:rPr>
                <w:noProof/>
                <w:webHidden/>
              </w:rPr>
              <w:fldChar w:fldCharType="separate"/>
            </w:r>
            <w:r w:rsidR="00D00FFB">
              <w:rPr>
                <w:noProof/>
                <w:webHidden/>
              </w:rPr>
              <w:t>4</w:t>
            </w:r>
            <w:r w:rsidR="00D00FFB">
              <w:rPr>
                <w:noProof/>
                <w:webHidden/>
              </w:rPr>
              <w:fldChar w:fldCharType="end"/>
            </w:r>
          </w:hyperlink>
        </w:p>
        <w:p w14:paraId="21FCBDC1" w14:textId="65C79BA8" w:rsidR="00D00FFB" w:rsidRDefault="00000000">
          <w:pPr>
            <w:pStyle w:val="TOC2"/>
            <w:tabs>
              <w:tab w:val="left" w:pos="880"/>
              <w:tab w:val="right" w:pos="9062"/>
            </w:tabs>
            <w:rPr>
              <w:rFonts w:asciiTheme="minorHAnsi" w:eastAsiaTheme="minorEastAsia" w:hAnsiTheme="minorHAnsi" w:cstheme="minorBidi"/>
              <w:noProof/>
              <w:lang w:eastAsia="hr-HR"/>
            </w:rPr>
          </w:pPr>
          <w:hyperlink w:anchor="_Toc64900648" w:history="1">
            <w:r w:rsidR="00D00FFB" w:rsidRPr="007B6AAC">
              <w:rPr>
                <w:rStyle w:val="Hyperlink"/>
                <w:noProof/>
              </w:rPr>
              <w:t>3.4.</w:t>
            </w:r>
            <w:r w:rsidR="00D00FFB">
              <w:rPr>
                <w:rFonts w:asciiTheme="minorHAnsi" w:eastAsiaTheme="minorEastAsia" w:hAnsiTheme="minorHAnsi" w:cstheme="minorBidi"/>
                <w:noProof/>
                <w:lang w:eastAsia="hr-HR"/>
              </w:rPr>
              <w:tab/>
            </w:r>
            <w:r w:rsidR="00D00FFB" w:rsidRPr="007B6AAC">
              <w:rPr>
                <w:rStyle w:val="Hyperlink"/>
                <w:noProof/>
              </w:rPr>
              <w:t>Veličina projektnog rješenja</w:t>
            </w:r>
            <w:r w:rsidR="00D00FFB">
              <w:rPr>
                <w:noProof/>
                <w:webHidden/>
              </w:rPr>
              <w:tab/>
            </w:r>
            <w:r w:rsidR="00D00FFB">
              <w:rPr>
                <w:noProof/>
                <w:webHidden/>
              </w:rPr>
              <w:fldChar w:fldCharType="begin"/>
            </w:r>
            <w:r w:rsidR="00D00FFB">
              <w:rPr>
                <w:noProof/>
                <w:webHidden/>
              </w:rPr>
              <w:instrText xml:space="preserve"> PAGEREF _Toc64900648 \h </w:instrText>
            </w:r>
            <w:r w:rsidR="00D00FFB">
              <w:rPr>
                <w:noProof/>
                <w:webHidden/>
              </w:rPr>
            </w:r>
            <w:r w:rsidR="00D00FFB">
              <w:rPr>
                <w:noProof/>
                <w:webHidden/>
              </w:rPr>
              <w:fldChar w:fldCharType="separate"/>
            </w:r>
            <w:r w:rsidR="00D00FFB">
              <w:rPr>
                <w:noProof/>
                <w:webHidden/>
              </w:rPr>
              <w:t>5</w:t>
            </w:r>
            <w:r w:rsidR="00D00FFB">
              <w:rPr>
                <w:noProof/>
                <w:webHidden/>
              </w:rPr>
              <w:fldChar w:fldCharType="end"/>
            </w:r>
          </w:hyperlink>
        </w:p>
        <w:p w14:paraId="7808552D" w14:textId="177A50B0" w:rsidR="00D00FFB" w:rsidRDefault="00000000">
          <w:pPr>
            <w:pStyle w:val="TOC2"/>
            <w:tabs>
              <w:tab w:val="left" w:pos="880"/>
              <w:tab w:val="right" w:pos="9062"/>
            </w:tabs>
            <w:rPr>
              <w:rFonts w:asciiTheme="minorHAnsi" w:eastAsiaTheme="minorEastAsia" w:hAnsiTheme="minorHAnsi" w:cstheme="minorBidi"/>
              <w:noProof/>
              <w:lang w:eastAsia="hr-HR"/>
            </w:rPr>
          </w:pPr>
          <w:hyperlink w:anchor="_Toc64900649" w:history="1">
            <w:r w:rsidR="00D00FFB" w:rsidRPr="007B6AAC">
              <w:rPr>
                <w:rStyle w:val="Hyperlink"/>
                <w:noProof/>
              </w:rPr>
              <w:t>3.5.</w:t>
            </w:r>
            <w:r w:rsidR="00D00FFB">
              <w:rPr>
                <w:rFonts w:asciiTheme="minorHAnsi" w:eastAsiaTheme="minorEastAsia" w:hAnsiTheme="minorHAnsi" w:cstheme="minorBidi"/>
                <w:noProof/>
                <w:lang w:eastAsia="hr-HR"/>
              </w:rPr>
              <w:tab/>
            </w:r>
            <w:r w:rsidR="00D00FFB" w:rsidRPr="007B6AAC">
              <w:rPr>
                <w:rStyle w:val="Hyperlink"/>
                <w:noProof/>
              </w:rPr>
              <w:t>Ilustracije</w:t>
            </w:r>
            <w:r w:rsidR="00D00FFB">
              <w:rPr>
                <w:noProof/>
                <w:webHidden/>
              </w:rPr>
              <w:tab/>
            </w:r>
            <w:r w:rsidR="00D00FFB">
              <w:rPr>
                <w:noProof/>
                <w:webHidden/>
              </w:rPr>
              <w:fldChar w:fldCharType="begin"/>
            </w:r>
            <w:r w:rsidR="00D00FFB">
              <w:rPr>
                <w:noProof/>
                <w:webHidden/>
              </w:rPr>
              <w:instrText xml:space="preserve"> PAGEREF _Toc64900649 \h </w:instrText>
            </w:r>
            <w:r w:rsidR="00D00FFB">
              <w:rPr>
                <w:noProof/>
                <w:webHidden/>
              </w:rPr>
            </w:r>
            <w:r w:rsidR="00D00FFB">
              <w:rPr>
                <w:noProof/>
                <w:webHidden/>
              </w:rPr>
              <w:fldChar w:fldCharType="separate"/>
            </w:r>
            <w:r w:rsidR="00D00FFB">
              <w:rPr>
                <w:noProof/>
                <w:webHidden/>
              </w:rPr>
              <w:t>5</w:t>
            </w:r>
            <w:r w:rsidR="00D00FFB">
              <w:rPr>
                <w:noProof/>
                <w:webHidden/>
              </w:rPr>
              <w:fldChar w:fldCharType="end"/>
            </w:r>
          </w:hyperlink>
        </w:p>
        <w:p w14:paraId="72B884CC" w14:textId="77478DB6" w:rsidR="00D00FFB" w:rsidRDefault="00000000">
          <w:pPr>
            <w:pStyle w:val="TOC2"/>
            <w:tabs>
              <w:tab w:val="left" w:pos="880"/>
              <w:tab w:val="right" w:pos="9062"/>
            </w:tabs>
            <w:rPr>
              <w:rFonts w:asciiTheme="minorHAnsi" w:eastAsiaTheme="minorEastAsia" w:hAnsiTheme="minorHAnsi" w:cstheme="minorBidi"/>
              <w:noProof/>
              <w:lang w:eastAsia="hr-HR"/>
            </w:rPr>
          </w:pPr>
          <w:hyperlink w:anchor="_Toc64900650" w:history="1">
            <w:r w:rsidR="00D00FFB" w:rsidRPr="007B6AAC">
              <w:rPr>
                <w:rStyle w:val="Hyperlink"/>
                <w:noProof/>
              </w:rPr>
              <w:t>3.6.</w:t>
            </w:r>
            <w:r w:rsidR="00D00FFB">
              <w:rPr>
                <w:rFonts w:asciiTheme="minorHAnsi" w:eastAsiaTheme="minorEastAsia" w:hAnsiTheme="minorHAnsi" w:cstheme="minorBidi"/>
                <w:noProof/>
                <w:lang w:eastAsia="hr-HR"/>
              </w:rPr>
              <w:tab/>
            </w:r>
            <w:r w:rsidR="00D00FFB" w:rsidRPr="007B6AAC">
              <w:rPr>
                <w:rStyle w:val="Hyperlink"/>
                <w:noProof/>
              </w:rPr>
              <w:t>Formule</w:t>
            </w:r>
            <w:r w:rsidR="00D00FFB">
              <w:rPr>
                <w:noProof/>
                <w:webHidden/>
              </w:rPr>
              <w:tab/>
            </w:r>
            <w:r w:rsidR="00D00FFB">
              <w:rPr>
                <w:noProof/>
                <w:webHidden/>
              </w:rPr>
              <w:fldChar w:fldCharType="begin"/>
            </w:r>
            <w:r w:rsidR="00D00FFB">
              <w:rPr>
                <w:noProof/>
                <w:webHidden/>
              </w:rPr>
              <w:instrText xml:space="preserve"> PAGEREF _Toc64900650 \h </w:instrText>
            </w:r>
            <w:r w:rsidR="00D00FFB">
              <w:rPr>
                <w:noProof/>
                <w:webHidden/>
              </w:rPr>
            </w:r>
            <w:r w:rsidR="00D00FFB">
              <w:rPr>
                <w:noProof/>
                <w:webHidden/>
              </w:rPr>
              <w:fldChar w:fldCharType="separate"/>
            </w:r>
            <w:r w:rsidR="00D00FFB">
              <w:rPr>
                <w:noProof/>
                <w:webHidden/>
              </w:rPr>
              <w:t>6</w:t>
            </w:r>
            <w:r w:rsidR="00D00FFB">
              <w:rPr>
                <w:noProof/>
                <w:webHidden/>
              </w:rPr>
              <w:fldChar w:fldCharType="end"/>
            </w:r>
          </w:hyperlink>
        </w:p>
        <w:p w14:paraId="2BCB8437" w14:textId="222C6E71" w:rsidR="00D00FFB" w:rsidRDefault="00000000">
          <w:pPr>
            <w:pStyle w:val="TOC1"/>
            <w:tabs>
              <w:tab w:val="left" w:pos="440"/>
              <w:tab w:val="right" w:pos="9062"/>
            </w:tabs>
            <w:rPr>
              <w:rFonts w:asciiTheme="minorHAnsi" w:eastAsiaTheme="minorEastAsia" w:hAnsiTheme="minorHAnsi" w:cstheme="minorBidi"/>
              <w:noProof/>
              <w:lang w:eastAsia="hr-HR"/>
            </w:rPr>
          </w:pPr>
          <w:hyperlink w:anchor="_Toc64900651" w:history="1">
            <w:r w:rsidR="00D00FFB" w:rsidRPr="007B6AAC">
              <w:rPr>
                <w:rStyle w:val="Hyperlink"/>
                <w:noProof/>
              </w:rPr>
              <w:t>4.</w:t>
            </w:r>
            <w:r w:rsidR="00D00FFB">
              <w:rPr>
                <w:rFonts w:asciiTheme="minorHAnsi" w:eastAsiaTheme="minorEastAsia" w:hAnsiTheme="minorHAnsi" w:cstheme="minorBidi"/>
                <w:noProof/>
                <w:lang w:eastAsia="hr-HR"/>
              </w:rPr>
              <w:tab/>
            </w:r>
            <w:r w:rsidR="00D00FFB" w:rsidRPr="007B6AAC">
              <w:rPr>
                <w:rStyle w:val="Hyperlink"/>
                <w:noProof/>
              </w:rPr>
              <w:t>Zaključak</w:t>
            </w:r>
            <w:r w:rsidR="00D00FFB">
              <w:rPr>
                <w:noProof/>
                <w:webHidden/>
              </w:rPr>
              <w:tab/>
            </w:r>
            <w:r w:rsidR="00D00FFB">
              <w:rPr>
                <w:noProof/>
                <w:webHidden/>
              </w:rPr>
              <w:fldChar w:fldCharType="begin"/>
            </w:r>
            <w:r w:rsidR="00D00FFB">
              <w:rPr>
                <w:noProof/>
                <w:webHidden/>
              </w:rPr>
              <w:instrText xml:space="preserve"> PAGEREF _Toc64900651 \h </w:instrText>
            </w:r>
            <w:r w:rsidR="00D00FFB">
              <w:rPr>
                <w:noProof/>
                <w:webHidden/>
              </w:rPr>
            </w:r>
            <w:r w:rsidR="00D00FFB">
              <w:rPr>
                <w:noProof/>
                <w:webHidden/>
              </w:rPr>
              <w:fldChar w:fldCharType="separate"/>
            </w:r>
            <w:r w:rsidR="00D00FFB">
              <w:rPr>
                <w:noProof/>
                <w:webHidden/>
              </w:rPr>
              <w:t>7</w:t>
            </w:r>
            <w:r w:rsidR="00D00FFB">
              <w:rPr>
                <w:noProof/>
                <w:webHidden/>
              </w:rPr>
              <w:fldChar w:fldCharType="end"/>
            </w:r>
          </w:hyperlink>
        </w:p>
        <w:p w14:paraId="399C006E" w14:textId="2B6ED9E0" w:rsidR="00D00FFB" w:rsidRDefault="00000000">
          <w:pPr>
            <w:pStyle w:val="TOC1"/>
            <w:tabs>
              <w:tab w:val="left" w:pos="440"/>
              <w:tab w:val="right" w:pos="9062"/>
            </w:tabs>
            <w:rPr>
              <w:rFonts w:asciiTheme="minorHAnsi" w:eastAsiaTheme="minorEastAsia" w:hAnsiTheme="minorHAnsi" w:cstheme="minorBidi"/>
              <w:noProof/>
              <w:lang w:eastAsia="hr-HR"/>
            </w:rPr>
          </w:pPr>
          <w:hyperlink w:anchor="_Toc64900652" w:history="1">
            <w:r w:rsidR="00D00FFB" w:rsidRPr="007B6AAC">
              <w:rPr>
                <w:rStyle w:val="Hyperlink"/>
                <w:noProof/>
              </w:rPr>
              <w:t>5.</w:t>
            </w:r>
            <w:r w:rsidR="00D00FFB">
              <w:rPr>
                <w:rFonts w:asciiTheme="minorHAnsi" w:eastAsiaTheme="minorEastAsia" w:hAnsiTheme="minorHAnsi" w:cstheme="minorBidi"/>
                <w:noProof/>
                <w:lang w:eastAsia="hr-HR"/>
              </w:rPr>
              <w:tab/>
            </w:r>
            <w:r w:rsidR="00D00FFB" w:rsidRPr="007B6AAC">
              <w:rPr>
                <w:rStyle w:val="Hyperlink"/>
                <w:noProof/>
              </w:rPr>
              <w:t>Reference</w:t>
            </w:r>
            <w:r w:rsidR="00D00FFB">
              <w:rPr>
                <w:noProof/>
                <w:webHidden/>
              </w:rPr>
              <w:tab/>
            </w:r>
            <w:r w:rsidR="00D00FFB">
              <w:rPr>
                <w:noProof/>
                <w:webHidden/>
              </w:rPr>
              <w:fldChar w:fldCharType="begin"/>
            </w:r>
            <w:r w:rsidR="00D00FFB">
              <w:rPr>
                <w:noProof/>
                <w:webHidden/>
              </w:rPr>
              <w:instrText xml:space="preserve"> PAGEREF _Toc64900652 \h </w:instrText>
            </w:r>
            <w:r w:rsidR="00D00FFB">
              <w:rPr>
                <w:noProof/>
                <w:webHidden/>
              </w:rPr>
            </w:r>
            <w:r w:rsidR="00D00FFB">
              <w:rPr>
                <w:noProof/>
                <w:webHidden/>
              </w:rPr>
              <w:fldChar w:fldCharType="separate"/>
            </w:r>
            <w:r w:rsidR="00D00FFB">
              <w:rPr>
                <w:noProof/>
                <w:webHidden/>
              </w:rPr>
              <w:t>8</w:t>
            </w:r>
            <w:r w:rsidR="00D00FFB">
              <w:rPr>
                <w:noProof/>
                <w:webHidden/>
              </w:rPr>
              <w:fldChar w:fldCharType="end"/>
            </w:r>
          </w:hyperlink>
        </w:p>
        <w:p w14:paraId="4D735282" w14:textId="30C95C9F" w:rsidR="00511C17" w:rsidRPr="004F0098" w:rsidRDefault="00511C17" w:rsidP="00511C17">
          <w:r w:rsidRPr="004F0098">
            <w:rPr>
              <w:b/>
              <w:bCs/>
              <w:noProof/>
            </w:rPr>
            <w:fldChar w:fldCharType="end"/>
          </w:r>
        </w:p>
      </w:sdtContent>
    </w:sdt>
    <w:p w14:paraId="5C312DC0" w14:textId="77777777" w:rsidR="00511C17" w:rsidRDefault="00511C17" w:rsidP="00511C17">
      <w:pPr>
        <w:rPr>
          <w:noProof/>
        </w:rPr>
      </w:pPr>
      <w:r w:rsidRPr="004F0098">
        <w:rPr>
          <w:noProof/>
        </w:rPr>
        <w:br w:type="page"/>
      </w:r>
    </w:p>
    <w:p w14:paraId="024D9591" w14:textId="77777777" w:rsidR="00F35CC5" w:rsidRPr="004F0098" w:rsidRDefault="00F35CC5" w:rsidP="00511C17">
      <w:pPr>
        <w:rPr>
          <w:noProof/>
        </w:rPr>
      </w:pPr>
    </w:p>
    <w:p w14:paraId="50D4A7B4" w14:textId="04FF4CF8" w:rsidR="00511C17" w:rsidRPr="004F0098" w:rsidRDefault="00511C17" w:rsidP="00511C17">
      <w:pPr>
        <w:pStyle w:val="Heading1"/>
        <w:numPr>
          <w:ilvl w:val="0"/>
          <w:numId w:val="35"/>
        </w:numPr>
        <w:rPr>
          <w:lang w:val="hr-HR"/>
        </w:rPr>
      </w:pPr>
      <w:bookmarkStart w:id="2" w:name="_Toc327139631"/>
      <w:bookmarkStart w:id="3" w:name="_Toc348478613"/>
      <w:bookmarkStart w:id="4" w:name="_Toc365893116"/>
      <w:bookmarkStart w:id="5" w:name="_Toc366693761"/>
      <w:bookmarkStart w:id="6" w:name="_Toc369283825"/>
      <w:bookmarkStart w:id="7" w:name="_Toc64900642"/>
      <w:bookmarkEnd w:id="1"/>
      <w:bookmarkEnd w:id="0"/>
      <w:bookmarkEnd w:id="2"/>
      <w:bookmarkEnd w:id="3"/>
      <w:bookmarkEnd w:id="4"/>
      <w:bookmarkEnd w:id="5"/>
      <w:bookmarkEnd w:id="6"/>
      <w:r w:rsidRPr="004F0098">
        <w:rPr>
          <w:lang w:val="hr-HR"/>
        </w:rPr>
        <w:t>Sažetak</w:t>
      </w:r>
      <w:bookmarkEnd w:id="7"/>
    </w:p>
    <w:p w14:paraId="093296E2" w14:textId="77777777" w:rsidR="00511C17" w:rsidRPr="004F0098" w:rsidRDefault="00511C17" w:rsidP="00511C17"/>
    <w:p w14:paraId="74D3248E" w14:textId="52DA4B73" w:rsidR="00511C17" w:rsidRPr="004F0098" w:rsidRDefault="00511C17" w:rsidP="00511C17">
      <w:pPr>
        <w:rPr>
          <w:rFonts w:eastAsia="SimSun"/>
        </w:rPr>
      </w:pPr>
      <w:r w:rsidRPr="004F0098">
        <w:rPr>
          <w:rFonts w:eastAsia="SimSun"/>
        </w:rPr>
        <w:t>Sažetak koji se sastoji od 70-200 riječi ukupno. Ovdje upišite kratki sažetak vašeg projekta, bez da prekoračite limit od 200 riječi. Ovo je mjesto na kojem definirate čime se vaš proje</w:t>
      </w:r>
      <w:r w:rsidR="00CC277E">
        <w:rPr>
          <w:rFonts w:eastAsia="SimSun"/>
        </w:rPr>
        <w:t>k</w:t>
      </w:r>
      <w:r w:rsidRPr="004F0098">
        <w:rPr>
          <w:rFonts w:eastAsia="SimSun"/>
        </w:rPr>
        <w:t>t bavi, koja rješenja nudi i na koji način su ta rješenja implementirana. Osnovna ideja sažetka je da osoba koja čita vaš proje</w:t>
      </w:r>
      <w:r w:rsidR="00CC277E">
        <w:rPr>
          <w:rFonts w:eastAsia="SimSun"/>
        </w:rPr>
        <w:t>k</w:t>
      </w:r>
      <w:r w:rsidRPr="004F0098">
        <w:rPr>
          <w:rFonts w:eastAsia="SimSun"/>
        </w:rPr>
        <w:t xml:space="preserve">t može čitajući ga dobiti osnovne informacije o vašem projektu bez da ga mora nastaviti čitati. </w:t>
      </w:r>
    </w:p>
    <w:p w14:paraId="632E4E39" w14:textId="77777777" w:rsidR="00511C17" w:rsidRPr="004F0098" w:rsidRDefault="00511C17" w:rsidP="00511C17"/>
    <w:p w14:paraId="027BDD9E" w14:textId="77777777" w:rsidR="00511C17" w:rsidRPr="004F0098" w:rsidRDefault="00511C17" w:rsidP="00511C17"/>
    <w:p w14:paraId="64F1A201" w14:textId="2D02F0A4" w:rsidR="00511C17" w:rsidRDefault="00511C17" w:rsidP="00511C17"/>
    <w:p w14:paraId="64D68F8E" w14:textId="164E1B79" w:rsidR="00511C17" w:rsidRDefault="00511C17" w:rsidP="00511C17"/>
    <w:p w14:paraId="4D809F1D" w14:textId="2B79EB60" w:rsidR="00511C17" w:rsidRDefault="00511C17" w:rsidP="00511C17"/>
    <w:p w14:paraId="7F477B31" w14:textId="18AF4640" w:rsidR="00511C17" w:rsidRDefault="00511C17" w:rsidP="00511C17"/>
    <w:p w14:paraId="1726D1E8" w14:textId="57B76B5D" w:rsidR="00511C17" w:rsidRDefault="00511C17" w:rsidP="00511C17"/>
    <w:p w14:paraId="329EA088" w14:textId="5EB1B0D3" w:rsidR="00511C17" w:rsidRDefault="00511C17" w:rsidP="00511C17"/>
    <w:p w14:paraId="61D97D78" w14:textId="3C606EE9" w:rsidR="00511C17" w:rsidRDefault="00511C17" w:rsidP="00511C17"/>
    <w:p w14:paraId="5A8BBEC1" w14:textId="04CA9B95" w:rsidR="00511C17" w:rsidRDefault="00511C17" w:rsidP="00511C17"/>
    <w:p w14:paraId="6BBF65F6" w14:textId="36731E11" w:rsidR="00511C17" w:rsidRDefault="00511C17" w:rsidP="00511C17"/>
    <w:p w14:paraId="795540C6" w14:textId="40CFD943" w:rsidR="00511C17" w:rsidRDefault="00511C17" w:rsidP="00511C17"/>
    <w:p w14:paraId="00CEC89E" w14:textId="4B355EC5" w:rsidR="00511C17" w:rsidRDefault="00511C17" w:rsidP="00511C17"/>
    <w:p w14:paraId="59818960" w14:textId="4972B161" w:rsidR="00511C17" w:rsidRDefault="00511C17" w:rsidP="00511C17"/>
    <w:p w14:paraId="500BA729" w14:textId="0FFA03DD" w:rsidR="00511C17" w:rsidRDefault="00511C17" w:rsidP="00511C17"/>
    <w:p w14:paraId="0572FE1F" w14:textId="5FF26932" w:rsidR="00511C17" w:rsidRDefault="00511C17" w:rsidP="00511C17"/>
    <w:p w14:paraId="71BA8F0F" w14:textId="6F27D55B" w:rsidR="00511C17" w:rsidRDefault="00511C17" w:rsidP="00511C17"/>
    <w:p w14:paraId="549EDFE6" w14:textId="77777777" w:rsidR="00F35CC5" w:rsidRDefault="00F35CC5" w:rsidP="00511C17"/>
    <w:p w14:paraId="6630ED55" w14:textId="44BE34C1" w:rsidR="00511C17" w:rsidRDefault="00511C17" w:rsidP="00511C17"/>
    <w:p w14:paraId="4FFA9FC3" w14:textId="7E6A91C9" w:rsidR="00511C17" w:rsidRDefault="00511C17" w:rsidP="00511C17"/>
    <w:p w14:paraId="5967D0B7" w14:textId="77777777" w:rsidR="00511C17" w:rsidRPr="004F0098" w:rsidRDefault="00511C17" w:rsidP="00511C17"/>
    <w:p w14:paraId="24E0F5A1" w14:textId="7F513BD1" w:rsidR="00511C17" w:rsidRPr="004F0098" w:rsidRDefault="00511C17" w:rsidP="00511C17">
      <w:pPr>
        <w:pStyle w:val="Heading1"/>
        <w:numPr>
          <w:ilvl w:val="0"/>
          <w:numId w:val="35"/>
        </w:numPr>
        <w:rPr>
          <w:lang w:val="hr-HR"/>
        </w:rPr>
      </w:pPr>
      <w:bookmarkStart w:id="8" w:name="_Toc64900643"/>
      <w:r w:rsidRPr="004F0098">
        <w:rPr>
          <w:lang w:val="hr-HR"/>
        </w:rPr>
        <w:t xml:space="preserve">Uvod (Pt 10, </w:t>
      </w:r>
      <w:proofErr w:type="spellStart"/>
      <w:r w:rsidRPr="004F0098">
        <w:rPr>
          <w:lang w:val="hr-HR"/>
        </w:rPr>
        <w:t>bold</w:t>
      </w:r>
      <w:proofErr w:type="spellEnd"/>
      <w:r w:rsidRPr="004F0098">
        <w:rPr>
          <w:lang w:val="hr-HR"/>
        </w:rPr>
        <w:t>)</w:t>
      </w:r>
      <w:bookmarkEnd w:id="8"/>
    </w:p>
    <w:p w14:paraId="2F457A6A" w14:textId="77777777" w:rsidR="00985337" w:rsidRDefault="00985337" w:rsidP="00511C17">
      <w:pPr>
        <w:rPr>
          <w:rFonts w:eastAsia="SimSun"/>
        </w:rPr>
      </w:pPr>
    </w:p>
    <w:p w14:paraId="48621FFB" w14:textId="28E9E00F" w:rsidR="00511C17" w:rsidRPr="004F0098" w:rsidRDefault="00511C17" w:rsidP="00511C17">
      <w:r w:rsidRPr="004F0098">
        <w:rPr>
          <w:rFonts w:eastAsia="SimSun"/>
        </w:rPr>
        <w:t xml:space="preserve">Projekt mora koristiti DIN A4 Format (297 x 210 mm). Sve margine (top, </w:t>
      </w:r>
      <w:proofErr w:type="spellStart"/>
      <w:r w:rsidRPr="004F0098">
        <w:rPr>
          <w:rFonts w:eastAsia="SimSun"/>
        </w:rPr>
        <w:t>bottom</w:t>
      </w:r>
      <w:proofErr w:type="spellEnd"/>
      <w:r w:rsidRPr="004F0098">
        <w:rPr>
          <w:rFonts w:eastAsia="SimSun"/>
        </w:rPr>
        <w:t xml:space="preserve">, </w:t>
      </w:r>
      <w:proofErr w:type="spellStart"/>
      <w:r w:rsidRPr="004F0098">
        <w:rPr>
          <w:rFonts w:eastAsia="SimSun"/>
        </w:rPr>
        <w:t>left</w:t>
      </w:r>
      <w:proofErr w:type="spellEnd"/>
      <w:r w:rsidRPr="004F0098">
        <w:rPr>
          <w:rFonts w:eastAsia="SimSun"/>
        </w:rPr>
        <w:t xml:space="preserve">, </w:t>
      </w:r>
      <w:proofErr w:type="spellStart"/>
      <w:r w:rsidRPr="004F0098">
        <w:rPr>
          <w:rFonts w:eastAsia="SimSun"/>
        </w:rPr>
        <w:t>right</w:t>
      </w:r>
      <w:proofErr w:type="spellEnd"/>
      <w:r w:rsidRPr="004F0098">
        <w:rPr>
          <w:rFonts w:eastAsia="SimSun"/>
        </w:rPr>
        <w:t>) trebaju biti po 20 mm.</w:t>
      </w:r>
      <w:r w:rsidRPr="004F0098">
        <w:t xml:space="preserve"> Potrebno je koristiti </w:t>
      </w:r>
      <w:r w:rsidRPr="004F0098">
        <w:rPr>
          <w:rFonts w:eastAsia="SimSun"/>
        </w:rPr>
        <w:t>Times New Roman, razmak među linijama teksta je jednostruki (single), tekst je poravnat (</w:t>
      </w:r>
      <w:proofErr w:type="spellStart"/>
      <w:r w:rsidRPr="004F0098">
        <w:rPr>
          <w:rFonts w:eastAsia="SimSun"/>
        </w:rPr>
        <w:t>justified</w:t>
      </w:r>
      <w:proofErr w:type="spellEnd"/>
      <w:r w:rsidRPr="004F0098">
        <w:rPr>
          <w:rFonts w:eastAsia="SimSun"/>
        </w:rPr>
        <w:t>). Projekt može biti na engleskom ili hrvatskom jeziku</w:t>
      </w:r>
      <w:r w:rsidRPr="004F0098">
        <w:t>. Za proje</w:t>
      </w:r>
      <w:r w:rsidR="00CC277E">
        <w:t>k</w:t>
      </w:r>
      <w:r w:rsidRPr="004F0098">
        <w:t xml:space="preserve">t se koristi </w:t>
      </w:r>
      <w:r w:rsidRPr="004F0098">
        <w:rPr>
          <w:rFonts w:eastAsia="SimSun"/>
        </w:rPr>
        <w:t>.docx format zapisa.</w:t>
      </w:r>
    </w:p>
    <w:p w14:paraId="7771C542" w14:textId="77777777" w:rsidR="00511C17" w:rsidRPr="004F0098" w:rsidRDefault="00511C17" w:rsidP="00511C17"/>
    <w:p w14:paraId="62A97673" w14:textId="77777777" w:rsidR="00511C17" w:rsidRPr="004F0098" w:rsidRDefault="00511C17" w:rsidP="00511C17">
      <w:r w:rsidRPr="004F0098">
        <w:t xml:space="preserve">Projekt mora odgovoriti na ovih 5 pitanja: </w:t>
      </w:r>
    </w:p>
    <w:p w14:paraId="1A321530" w14:textId="77777777" w:rsidR="00511C17" w:rsidRPr="004F0098" w:rsidRDefault="00511C17" w:rsidP="00511C17"/>
    <w:p w14:paraId="0E638C23" w14:textId="77777777" w:rsidR="00511C17" w:rsidRPr="004F0098" w:rsidRDefault="00511C17" w:rsidP="00511C17">
      <w:pPr>
        <w:pStyle w:val="ListParagraph"/>
        <w:numPr>
          <w:ilvl w:val="0"/>
          <w:numId w:val="34"/>
        </w:numPr>
        <w:tabs>
          <w:tab w:val="left" w:pos="0"/>
        </w:tabs>
        <w:spacing w:after="0" w:line="240" w:lineRule="auto"/>
        <w:jc w:val="both"/>
      </w:pPr>
      <w:r w:rsidRPr="004F0098">
        <w:t>Što je problem koji rješavamo?  (definicija zadatka)?</w:t>
      </w:r>
    </w:p>
    <w:p w14:paraId="1C03C8F3" w14:textId="77777777" w:rsidR="00511C17" w:rsidRPr="004F0098" w:rsidRDefault="00511C17" w:rsidP="00511C17">
      <w:pPr>
        <w:pStyle w:val="ListParagraph"/>
        <w:numPr>
          <w:ilvl w:val="0"/>
          <w:numId w:val="34"/>
        </w:numPr>
        <w:tabs>
          <w:tab w:val="left" w:pos="0"/>
        </w:tabs>
        <w:spacing w:after="0" w:line="240" w:lineRule="auto"/>
        <w:jc w:val="both"/>
      </w:pPr>
      <w:r w:rsidRPr="004F0098">
        <w:t xml:space="preserve">Koji su načini na koji je ovaj problem već rješavan (literatura, vanjski izvori, </w:t>
      </w:r>
      <w:proofErr w:type="spellStart"/>
      <w:r w:rsidRPr="004F0098">
        <w:t>google</w:t>
      </w:r>
      <w:proofErr w:type="spellEnd"/>
      <w:r w:rsidRPr="004F0098">
        <w:t>)?</w:t>
      </w:r>
    </w:p>
    <w:p w14:paraId="5840C886" w14:textId="77777777" w:rsidR="00511C17" w:rsidRPr="004F0098" w:rsidRDefault="00511C17" w:rsidP="00511C17">
      <w:pPr>
        <w:pStyle w:val="ListParagraph"/>
        <w:numPr>
          <w:ilvl w:val="0"/>
          <w:numId w:val="34"/>
        </w:numPr>
        <w:tabs>
          <w:tab w:val="left" w:pos="0"/>
        </w:tabs>
        <w:spacing w:after="0" w:line="240" w:lineRule="auto"/>
        <w:jc w:val="both"/>
      </w:pPr>
      <w:r w:rsidRPr="004F0098">
        <w:t>Što sam poduzeo za rješenje problema (istraživanje rješenja, koje metode I rješenja koristim)?</w:t>
      </w:r>
    </w:p>
    <w:p w14:paraId="4859AA00" w14:textId="77777777" w:rsidR="00511C17" w:rsidRPr="004F0098" w:rsidRDefault="00511C17" w:rsidP="00511C17">
      <w:pPr>
        <w:pStyle w:val="ListParagraph"/>
        <w:numPr>
          <w:ilvl w:val="0"/>
          <w:numId w:val="34"/>
        </w:numPr>
        <w:tabs>
          <w:tab w:val="left" w:pos="0"/>
        </w:tabs>
        <w:spacing w:after="0" w:line="240" w:lineRule="auto"/>
        <w:jc w:val="both"/>
      </w:pPr>
      <w:r w:rsidRPr="004F0098">
        <w:t xml:space="preserve">Koji su rezultati I tehnička rješenja? </w:t>
      </w:r>
    </w:p>
    <w:p w14:paraId="32DB9C5D" w14:textId="77777777" w:rsidR="00511C17" w:rsidRPr="004F0098" w:rsidRDefault="00511C17" w:rsidP="00511C17">
      <w:pPr>
        <w:pStyle w:val="ListParagraph"/>
        <w:numPr>
          <w:ilvl w:val="0"/>
          <w:numId w:val="34"/>
        </w:numPr>
        <w:tabs>
          <w:tab w:val="left" w:pos="0"/>
        </w:tabs>
        <w:spacing w:after="0" w:line="240" w:lineRule="auto"/>
        <w:jc w:val="both"/>
      </w:pPr>
      <w:r w:rsidRPr="004F0098">
        <w:t>Koji su idući koraci?</w:t>
      </w:r>
    </w:p>
    <w:p w14:paraId="2E0A77E0" w14:textId="77777777" w:rsidR="00511C17" w:rsidRPr="004F0098" w:rsidRDefault="00511C17" w:rsidP="00511C17"/>
    <w:p w14:paraId="62A588EA" w14:textId="2F651CF3" w:rsidR="00511C17" w:rsidRDefault="00511C17" w:rsidP="00511C17">
      <w:pPr>
        <w:rPr>
          <w:rFonts w:eastAsia="SimSun"/>
        </w:rPr>
      </w:pPr>
      <w:r w:rsidRPr="004F0098">
        <w:rPr>
          <w:rFonts w:eastAsia="SimSun"/>
        </w:rPr>
        <w:t xml:space="preserve">Koristite pune riječi i izraze umjesto simbola ili skraćenica kad pišete. Izbjegavajte vizualne greške u prijelomu, primjerice pokušajte da tekst koji prati naslov nije na zasebnoj stranici kako bi razumijevanje teksta bilo lakše. Skraćenice koje možemo smatrati opće poznatima primjerice CAD, CAM, FEM nije potrebno definirati, no pokušate ih izbjegavati, ili ih jednom spomenite u cijelosti, a onda koristite skraćenicu. Skraćenice nemojte koristiti u naslovima I međunaslovima. </w:t>
      </w:r>
    </w:p>
    <w:p w14:paraId="55145A3D" w14:textId="08D6A656" w:rsidR="00511C17" w:rsidRDefault="00511C17" w:rsidP="00511C17"/>
    <w:p w14:paraId="2DB7F25B" w14:textId="615D7818" w:rsidR="00511C17" w:rsidRDefault="00511C17" w:rsidP="00511C17"/>
    <w:p w14:paraId="59D52E13" w14:textId="0ABFA882" w:rsidR="00511C17" w:rsidRDefault="00511C17" w:rsidP="00511C17"/>
    <w:p w14:paraId="75B03B59" w14:textId="3F6C47D7" w:rsidR="00511C17" w:rsidRDefault="00511C17" w:rsidP="00511C17"/>
    <w:p w14:paraId="380CD899" w14:textId="2F367091" w:rsidR="00511C17" w:rsidRDefault="00511C17" w:rsidP="00511C17"/>
    <w:p w14:paraId="56894304" w14:textId="2B386E33" w:rsidR="00511C17" w:rsidRDefault="00511C17" w:rsidP="00511C17"/>
    <w:p w14:paraId="2EE866F5" w14:textId="5EBEDD24" w:rsidR="00511C17" w:rsidRDefault="00511C17" w:rsidP="00511C17"/>
    <w:p w14:paraId="5B368A63" w14:textId="77777777" w:rsidR="00511C17" w:rsidRPr="004F0098" w:rsidRDefault="00511C17" w:rsidP="00511C17"/>
    <w:p w14:paraId="6CE15558" w14:textId="5F69E7D2" w:rsidR="00511C17" w:rsidRDefault="00511C17" w:rsidP="00511C17"/>
    <w:p w14:paraId="1C05A4FE" w14:textId="77777777" w:rsidR="00F35CC5" w:rsidRDefault="00F35CC5" w:rsidP="00511C17"/>
    <w:p w14:paraId="7CEF4DD5" w14:textId="77777777" w:rsidR="00CC277E" w:rsidRDefault="00CC277E" w:rsidP="00511C17"/>
    <w:p w14:paraId="2E51FDEA" w14:textId="77777777" w:rsidR="00511C17" w:rsidRDefault="00511C17" w:rsidP="00511C17"/>
    <w:p w14:paraId="3E17EDCF" w14:textId="04A1B692" w:rsidR="00511C17" w:rsidRPr="004F0098" w:rsidRDefault="00511C17" w:rsidP="00CF71C6">
      <w:pPr>
        <w:pStyle w:val="Heading1"/>
        <w:numPr>
          <w:ilvl w:val="0"/>
          <w:numId w:val="35"/>
        </w:numPr>
        <w:rPr>
          <w:lang w:val="hr-HR"/>
        </w:rPr>
      </w:pPr>
      <w:bookmarkStart w:id="9" w:name="_Toc64900644"/>
      <w:r w:rsidRPr="004F0098">
        <w:rPr>
          <w:lang w:val="hr-HR"/>
        </w:rPr>
        <w:t>Razrada projekta – projektno rješenje</w:t>
      </w:r>
      <w:bookmarkEnd w:id="9"/>
    </w:p>
    <w:p w14:paraId="75B09476" w14:textId="2F6E772F" w:rsidR="00CF71C6" w:rsidRDefault="00CF71C6" w:rsidP="00511C17">
      <w:r>
        <w:t xml:space="preserve">Između </w:t>
      </w:r>
      <w:r w:rsidR="00020B61">
        <w:t>naslova bilo koje razine uvijek je potrebno napisati neki uvodni tekst.</w:t>
      </w:r>
    </w:p>
    <w:p w14:paraId="4630C44C" w14:textId="77777777" w:rsidR="00CF71C6" w:rsidRPr="004F0098" w:rsidRDefault="00CF71C6" w:rsidP="00511C17"/>
    <w:p w14:paraId="3A283153" w14:textId="0E20CB8C" w:rsidR="00511C17" w:rsidRPr="004F0098" w:rsidRDefault="00511C17" w:rsidP="00CF71C6">
      <w:pPr>
        <w:pStyle w:val="Heading2"/>
        <w:numPr>
          <w:ilvl w:val="1"/>
          <w:numId w:val="35"/>
        </w:numPr>
      </w:pPr>
      <w:bookmarkStart w:id="10" w:name="_Toc64900645"/>
      <w:r w:rsidRPr="004F0098">
        <w:t xml:space="preserve">Izričaj (pt 10, </w:t>
      </w:r>
      <w:proofErr w:type="spellStart"/>
      <w:r w:rsidRPr="004F0098">
        <w:t>italic</w:t>
      </w:r>
      <w:proofErr w:type="spellEnd"/>
      <w:r w:rsidRPr="004F0098">
        <w:t>)</w:t>
      </w:r>
      <w:bookmarkEnd w:id="10"/>
    </w:p>
    <w:p w14:paraId="32F90981" w14:textId="77777777" w:rsidR="00511C17" w:rsidRPr="004F0098" w:rsidRDefault="00511C17" w:rsidP="00511C17"/>
    <w:p w14:paraId="16EE773A" w14:textId="77777777" w:rsidR="00511C17" w:rsidRPr="004F0098" w:rsidRDefault="00511C17" w:rsidP="00511C17">
      <w:r w:rsidRPr="004F0098">
        <w:t xml:space="preserve">Koristite standardne tehničke izraze, nemojte pokušavati smisliti nove riječi. Pišite jasnim tehničkim jezikom, pretpostavite da osoba koja čita projekt ima znanja iz područja kojim se bavi ovaj projekt.  </w:t>
      </w:r>
    </w:p>
    <w:p w14:paraId="5560ABFC" w14:textId="77777777" w:rsidR="00511C17" w:rsidRPr="004F0098" w:rsidRDefault="00511C17" w:rsidP="00511C17"/>
    <w:p w14:paraId="78B2BA0F" w14:textId="493AA098" w:rsidR="00511C17" w:rsidRPr="004F0098" w:rsidRDefault="00511C17" w:rsidP="00020B61">
      <w:pPr>
        <w:pStyle w:val="Heading2"/>
        <w:numPr>
          <w:ilvl w:val="1"/>
          <w:numId w:val="35"/>
        </w:numPr>
      </w:pPr>
      <w:bookmarkStart w:id="11" w:name="_Toc64900646"/>
      <w:r w:rsidRPr="004F0098">
        <w:t xml:space="preserve">Nabrajanje (pt 10, </w:t>
      </w:r>
      <w:proofErr w:type="spellStart"/>
      <w:r w:rsidRPr="004F0098">
        <w:t>italic</w:t>
      </w:r>
      <w:proofErr w:type="spellEnd"/>
      <w:r w:rsidRPr="004F0098">
        <w:t>)</w:t>
      </w:r>
      <w:bookmarkEnd w:id="11"/>
    </w:p>
    <w:p w14:paraId="7B98D7A4" w14:textId="77777777" w:rsidR="00511C17" w:rsidRPr="004F0098" w:rsidRDefault="00511C17" w:rsidP="00511C17"/>
    <w:p w14:paraId="3195BB12" w14:textId="77777777" w:rsidR="00511C17" w:rsidRPr="004F0098" w:rsidRDefault="00511C17" w:rsidP="00511C17">
      <w:r w:rsidRPr="004F0098">
        <w:t>Nabrajanje bi trebalo izgledati ovako:</w:t>
      </w:r>
    </w:p>
    <w:p w14:paraId="58366B31" w14:textId="77777777" w:rsidR="00511C17" w:rsidRPr="004F0098" w:rsidRDefault="00511C17" w:rsidP="00511C17">
      <w:pPr>
        <w:rPr>
          <w:i/>
          <w:iCs/>
        </w:rPr>
      </w:pPr>
    </w:p>
    <w:p w14:paraId="3ABB25D8" w14:textId="77777777" w:rsidR="00511C17" w:rsidRPr="004F0098" w:rsidRDefault="00511C17" w:rsidP="00511C17">
      <w:pPr>
        <w:pStyle w:val="ListParagraph"/>
        <w:numPr>
          <w:ilvl w:val="0"/>
          <w:numId w:val="33"/>
        </w:numPr>
        <w:tabs>
          <w:tab w:val="left" w:pos="0"/>
        </w:tabs>
        <w:spacing w:after="0" w:line="240" w:lineRule="auto"/>
        <w:jc w:val="both"/>
        <w:rPr>
          <w:i/>
          <w:iCs/>
        </w:rPr>
      </w:pPr>
      <w:r w:rsidRPr="004F0098">
        <w:rPr>
          <w:i/>
          <w:iCs/>
        </w:rPr>
        <w:t>Prvo</w:t>
      </w:r>
    </w:p>
    <w:p w14:paraId="38A7B0A7" w14:textId="77777777" w:rsidR="00511C17" w:rsidRPr="004F0098" w:rsidRDefault="00511C17" w:rsidP="00511C17">
      <w:pPr>
        <w:pStyle w:val="ListParagraph"/>
        <w:numPr>
          <w:ilvl w:val="0"/>
          <w:numId w:val="33"/>
        </w:numPr>
        <w:tabs>
          <w:tab w:val="left" w:pos="0"/>
        </w:tabs>
        <w:spacing w:after="0" w:line="240" w:lineRule="auto"/>
        <w:jc w:val="both"/>
        <w:rPr>
          <w:i/>
          <w:iCs/>
        </w:rPr>
      </w:pPr>
      <w:r w:rsidRPr="004F0098">
        <w:rPr>
          <w:i/>
          <w:iCs/>
        </w:rPr>
        <w:t>Drugo</w:t>
      </w:r>
    </w:p>
    <w:p w14:paraId="1430C0B3" w14:textId="77777777" w:rsidR="00511C17" w:rsidRPr="004F0098" w:rsidRDefault="00511C17" w:rsidP="00511C17">
      <w:pPr>
        <w:pStyle w:val="ListParagraph"/>
        <w:numPr>
          <w:ilvl w:val="0"/>
          <w:numId w:val="33"/>
        </w:numPr>
        <w:tabs>
          <w:tab w:val="left" w:pos="0"/>
        </w:tabs>
        <w:spacing w:after="0" w:line="240" w:lineRule="auto"/>
        <w:jc w:val="both"/>
      </w:pPr>
      <w:r w:rsidRPr="004F0098">
        <w:rPr>
          <w:i/>
          <w:iCs/>
        </w:rPr>
        <w:t>Treće</w:t>
      </w:r>
      <w:r w:rsidRPr="004F0098">
        <w:t>…</w:t>
      </w:r>
    </w:p>
    <w:p w14:paraId="2D5D5830" w14:textId="77777777" w:rsidR="00511C17" w:rsidRPr="004F0098" w:rsidRDefault="00511C17" w:rsidP="00511C17"/>
    <w:p w14:paraId="710CF603" w14:textId="4B7E3978" w:rsidR="00511C17" w:rsidRPr="004F0098" w:rsidRDefault="00511C17" w:rsidP="00020B61">
      <w:pPr>
        <w:pStyle w:val="Heading2"/>
        <w:numPr>
          <w:ilvl w:val="1"/>
          <w:numId w:val="35"/>
        </w:numPr>
      </w:pPr>
      <w:bookmarkStart w:id="12" w:name="_Toc64900647"/>
      <w:r w:rsidRPr="004F0098">
        <w:t>Tablice</w:t>
      </w:r>
      <w:bookmarkEnd w:id="12"/>
    </w:p>
    <w:p w14:paraId="1946C35C" w14:textId="77777777" w:rsidR="00511C17" w:rsidRPr="004F0098" w:rsidRDefault="00511C17" w:rsidP="00511C17"/>
    <w:p w14:paraId="4AC1540C" w14:textId="77777777" w:rsidR="00511C17" w:rsidRPr="004F0098" w:rsidRDefault="00511C17" w:rsidP="00511C17">
      <w:r w:rsidRPr="004F0098">
        <w:t xml:space="preserve">Tablice numerirajte koristeći arapske brojke - (1,2,3…). Broj tablice i njezin opis (potpis pod tablicom) trebaju biti ispod tablice sa slovima veličine 10 pt i obostrano poravnato. Tablice obavezno centrirati na stranici. Tekst unutar tablice također neka bude 10 pt, osim ako postoji stvarna potreba za manjim tekstom. </w:t>
      </w:r>
      <w:r>
        <w:t xml:space="preserve">Ostavite razmak od jednog reda </w:t>
      </w:r>
      <w:r w:rsidRPr="004F0098">
        <w:t xml:space="preserve">(pt 10) </w:t>
      </w:r>
      <w:r>
        <w:t>ispred i iza svake tablice</w:t>
      </w:r>
      <w:r w:rsidRPr="004F0098">
        <w:t xml:space="preserve">. </w:t>
      </w:r>
      <w:r>
        <w:t>Evo primjera tablice</w:t>
      </w:r>
      <w:r w:rsidRPr="004F0098">
        <w:t>:</w:t>
      </w:r>
    </w:p>
    <w:p w14:paraId="75C22FF7" w14:textId="77777777" w:rsidR="00511C17" w:rsidRPr="004F0098" w:rsidRDefault="00511C17" w:rsidP="00511C17"/>
    <w:tbl>
      <w:tblPr>
        <w:tblW w:w="42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5"/>
        <w:gridCol w:w="1304"/>
        <w:gridCol w:w="1134"/>
      </w:tblGrid>
      <w:tr w:rsidR="00511C17" w:rsidRPr="004F0098" w14:paraId="775A78A3" w14:textId="77777777" w:rsidTr="009B022A">
        <w:trPr>
          <w:trHeight w:val="227"/>
          <w:jc w:val="center"/>
        </w:trPr>
        <w:tc>
          <w:tcPr>
            <w:tcW w:w="1815" w:type="dxa"/>
            <w:shd w:val="clear" w:color="auto" w:fill="auto"/>
            <w:noWrap/>
            <w:vAlign w:val="center"/>
            <w:hideMark/>
          </w:tcPr>
          <w:p w14:paraId="35B70E3E" w14:textId="77777777" w:rsidR="00511C17" w:rsidRPr="004F0098" w:rsidRDefault="00511C17" w:rsidP="009B022A">
            <w:pPr>
              <w:rPr>
                <w:lang w:eastAsia="en-GB"/>
              </w:rPr>
            </w:pPr>
            <w:r>
              <w:rPr>
                <w:lang w:eastAsia="en-GB"/>
              </w:rPr>
              <w:t>Sadržaj stupca</w:t>
            </w:r>
          </w:p>
        </w:tc>
        <w:tc>
          <w:tcPr>
            <w:tcW w:w="1304" w:type="dxa"/>
            <w:shd w:val="clear" w:color="auto" w:fill="auto"/>
            <w:noWrap/>
            <w:vAlign w:val="center"/>
            <w:hideMark/>
          </w:tcPr>
          <w:p w14:paraId="4AAA2F93" w14:textId="77777777" w:rsidR="00511C17" w:rsidRPr="004F0098" w:rsidRDefault="00511C17" w:rsidP="009B022A">
            <w:pPr>
              <w:rPr>
                <w:lang w:eastAsia="en-GB"/>
              </w:rPr>
            </w:pPr>
            <w:r w:rsidRPr="004F0098">
              <w:rPr>
                <w:lang w:eastAsia="en-GB"/>
              </w:rPr>
              <w:t xml:space="preserve"> </w:t>
            </w:r>
            <w:r>
              <w:rPr>
                <w:lang w:eastAsia="en-GB"/>
              </w:rPr>
              <w:t>Stupac A</w:t>
            </w:r>
          </w:p>
        </w:tc>
        <w:tc>
          <w:tcPr>
            <w:tcW w:w="1134" w:type="dxa"/>
            <w:shd w:val="clear" w:color="auto" w:fill="auto"/>
            <w:noWrap/>
            <w:vAlign w:val="center"/>
            <w:hideMark/>
          </w:tcPr>
          <w:p w14:paraId="7DEFE614" w14:textId="77777777" w:rsidR="00511C17" w:rsidRPr="004F0098" w:rsidRDefault="00511C17" w:rsidP="009B022A">
            <w:pPr>
              <w:rPr>
                <w:lang w:eastAsia="en-GB"/>
              </w:rPr>
            </w:pPr>
            <w:r>
              <w:rPr>
                <w:lang w:eastAsia="en-GB"/>
              </w:rPr>
              <w:t>Stupac</w:t>
            </w:r>
            <w:r w:rsidRPr="004F0098">
              <w:rPr>
                <w:lang w:eastAsia="en-GB"/>
              </w:rPr>
              <w:t xml:space="preserve"> B</w:t>
            </w:r>
          </w:p>
        </w:tc>
      </w:tr>
      <w:tr w:rsidR="00511C17" w:rsidRPr="004F0098" w14:paraId="6A15EF2D" w14:textId="77777777" w:rsidTr="009B022A">
        <w:trPr>
          <w:trHeight w:val="227"/>
          <w:jc w:val="center"/>
        </w:trPr>
        <w:tc>
          <w:tcPr>
            <w:tcW w:w="1815" w:type="dxa"/>
            <w:shd w:val="clear" w:color="auto" w:fill="auto"/>
            <w:noWrap/>
            <w:vAlign w:val="bottom"/>
            <w:hideMark/>
          </w:tcPr>
          <w:p w14:paraId="64D2EA4B" w14:textId="77777777" w:rsidR="00511C17" w:rsidRPr="004F0098" w:rsidRDefault="00511C17" w:rsidP="009B022A">
            <w:pPr>
              <w:rPr>
                <w:lang w:eastAsia="en-GB"/>
              </w:rPr>
            </w:pPr>
            <w:r w:rsidRPr="004F0098">
              <w:rPr>
                <w:lang w:eastAsia="en-GB"/>
              </w:rPr>
              <w:t>P1</w:t>
            </w:r>
          </w:p>
        </w:tc>
        <w:tc>
          <w:tcPr>
            <w:tcW w:w="1304" w:type="dxa"/>
            <w:shd w:val="clear" w:color="auto" w:fill="auto"/>
            <w:noWrap/>
            <w:vAlign w:val="bottom"/>
            <w:hideMark/>
          </w:tcPr>
          <w:p w14:paraId="0A731A70" w14:textId="77777777" w:rsidR="00511C17" w:rsidRPr="004F0098" w:rsidRDefault="00511C17" w:rsidP="009B022A">
            <w:pPr>
              <w:rPr>
                <w:lang w:eastAsia="en-GB"/>
              </w:rPr>
            </w:pPr>
            <w:r w:rsidRPr="004F0098">
              <w:rPr>
                <w:lang w:eastAsia="en-GB"/>
              </w:rPr>
              <w:t>1</w:t>
            </w:r>
          </w:p>
        </w:tc>
        <w:tc>
          <w:tcPr>
            <w:tcW w:w="1134" w:type="dxa"/>
            <w:shd w:val="clear" w:color="auto" w:fill="auto"/>
            <w:noWrap/>
            <w:vAlign w:val="bottom"/>
            <w:hideMark/>
          </w:tcPr>
          <w:p w14:paraId="7CC9F055" w14:textId="77777777" w:rsidR="00511C17" w:rsidRPr="004F0098" w:rsidRDefault="00511C17" w:rsidP="009B022A">
            <w:pPr>
              <w:rPr>
                <w:lang w:eastAsia="en-GB"/>
              </w:rPr>
            </w:pPr>
            <w:r w:rsidRPr="004F0098">
              <w:rPr>
                <w:lang w:eastAsia="en-GB"/>
              </w:rPr>
              <w:t>X</w:t>
            </w:r>
          </w:p>
        </w:tc>
      </w:tr>
      <w:tr w:rsidR="00511C17" w:rsidRPr="004F0098" w14:paraId="70A22E60" w14:textId="77777777" w:rsidTr="009B022A">
        <w:trPr>
          <w:trHeight w:val="227"/>
          <w:jc w:val="center"/>
        </w:trPr>
        <w:tc>
          <w:tcPr>
            <w:tcW w:w="1815" w:type="dxa"/>
            <w:shd w:val="clear" w:color="auto" w:fill="auto"/>
            <w:noWrap/>
            <w:vAlign w:val="bottom"/>
            <w:hideMark/>
          </w:tcPr>
          <w:p w14:paraId="66858CC1" w14:textId="77777777" w:rsidR="00511C17" w:rsidRPr="004F0098" w:rsidRDefault="00511C17" w:rsidP="009B022A">
            <w:pPr>
              <w:rPr>
                <w:lang w:eastAsia="en-GB"/>
              </w:rPr>
            </w:pPr>
            <w:r w:rsidRPr="004F0098">
              <w:rPr>
                <w:lang w:eastAsia="en-GB"/>
              </w:rPr>
              <w:t>P2</w:t>
            </w:r>
          </w:p>
        </w:tc>
        <w:tc>
          <w:tcPr>
            <w:tcW w:w="1304" w:type="dxa"/>
            <w:shd w:val="clear" w:color="auto" w:fill="auto"/>
            <w:noWrap/>
            <w:vAlign w:val="bottom"/>
            <w:hideMark/>
          </w:tcPr>
          <w:p w14:paraId="2C75A82C" w14:textId="77777777" w:rsidR="00511C17" w:rsidRPr="004F0098" w:rsidRDefault="00511C17" w:rsidP="009B022A">
            <w:pPr>
              <w:rPr>
                <w:lang w:eastAsia="en-GB"/>
              </w:rPr>
            </w:pPr>
            <w:r w:rsidRPr="004F0098">
              <w:rPr>
                <w:lang w:eastAsia="en-GB"/>
              </w:rPr>
              <w:t>2</w:t>
            </w:r>
          </w:p>
        </w:tc>
        <w:tc>
          <w:tcPr>
            <w:tcW w:w="1134" w:type="dxa"/>
            <w:shd w:val="clear" w:color="auto" w:fill="auto"/>
            <w:noWrap/>
            <w:vAlign w:val="bottom"/>
            <w:hideMark/>
          </w:tcPr>
          <w:p w14:paraId="38C17494" w14:textId="77777777" w:rsidR="00511C17" w:rsidRPr="004F0098" w:rsidRDefault="00511C17" w:rsidP="009B022A">
            <w:pPr>
              <w:rPr>
                <w:lang w:eastAsia="en-GB"/>
              </w:rPr>
            </w:pPr>
            <w:r w:rsidRPr="004F0098">
              <w:rPr>
                <w:lang w:eastAsia="en-GB"/>
              </w:rPr>
              <w:t>Y</w:t>
            </w:r>
          </w:p>
        </w:tc>
      </w:tr>
      <w:tr w:rsidR="00511C17" w:rsidRPr="004F0098" w14:paraId="00AACFF0" w14:textId="77777777" w:rsidTr="009B022A">
        <w:trPr>
          <w:trHeight w:val="227"/>
          <w:jc w:val="center"/>
        </w:trPr>
        <w:tc>
          <w:tcPr>
            <w:tcW w:w="1815" w:type="dxa"/>
            <w:shd w:val="clear" w:color="auto" w:fill="auto"/>
            <w:noWrap/>
            <w:vAlign w:val="bottom"/>
            <w:hideMark/>
          </w:tcPr>
          <w:p w14:paraId="18DA0633" w14:textId="77777777" w:rsidR="00511C17" w:rsidRPr="004F0098" w:rsidRDefault="00511C17" w:rsidP="009B022A">
            <w:pPr>
              <w:rPr>
                <w:lang w:eastAsia="en-GB"/>
              </w:rPr>
            </w:pPr>
            <w:r w:rsidRPr="004F0098">
              <w:rPr>
                <w:lang w:eastAsia="en-GB"/>
              </w:rPr>
              <w:t>P3</w:t>
            </w:r>
          </w:p>
        </w:tc>
        <w:tc>
          <w:tcPr>
            <w:tcW w:w="1304" w:type="dxa"/>
            <w:shd w:val="clear" w:color="auto" w:fill="auto"/>
            <w:noWrap/>
            <w:vAlign w:val="bottom"/>
            <w:hideMark/>
          </w:tcPr>
          <w:p w14:paraId="7F2C8699" w14:textId="77777777" w:rsidR="00511C17" w:rsidRPr="004F0098" w:rsidRDefault="00511C17" w:rsidP="009B022A">
            <w:pPr>
              <w:rPr>
                <w:lang w:eastAsia="en-GB"/>
              </w:rPr>
            </w:pPr>
            <w:r w:rsidRPr="004F0098">
              <w:rPr>
                <w:lang w:eastAsia="en-GB"/>
              </w:rPr>
              <w:t>3</w:t>
            </w:r>
          </w:p>
        </w:tc>
        <w:tc>
          <w:tcPr>
            <w:tcW w:w="1134" w:type="dxa"/>
            <w:shd w:val="clear" w:color="auto" w:fill="auto"/>
            <w:noWrap/>
            <w:vAlign w:val="bottom"/>
            <w:hideMark/>
          </w:tcPr>
          <w:p w14:paraId="6A34A500" w14:textId="77777777" w:rsidR="00511C17" w:rsidRPr="004F0098" w:rsidRDefault="00511C17" w:rsidP="009B022A">
            <w:pPr>
              <w:rPr>
                <w:lang w:eastAsia="en-GB"/>
              </w:rPr>
            </w:pPr>
            <w:r w:rsidRPr="004F0098">
              <w:rPr>
                <w:lang w:eastAsia="en-GB"/>
              </w:rPr>
              <w:t>Z</w:t>
            </w:r>
          </w:p>
        </w:tc>
      </w:tr>
      <w:tr w:rsidR="00511C17" w:rsidRPr="004F0098" w14:paraId="1632DA6E" w14:textId="77777777" w:rsidTr="009B022A">
        <w:trPr>
          <w:trHeight w:val="227"/>
          <w:jc w:val="center"/>
        </w:trPr>
        <w:tc>
          <w:tcPr>
            <w:tcW w:w="1815" w:type="dxa"/>
            <w:shd w:val="clear" w:color="auto" w:fill="auto"/>
            <w:noWrap/>
            <w:vAlign w:val="bottom"/>
          </w:tcPr>
          <w:p w14:paraId="33F7E2FC" w14:textId="77777777" w:rsidR="00511C17" w:rsidRPr="004F0098" w:rsidRDefault="00511C17" w:rsidP="009B022A">
            <w:pPr>
              <w:rPr>
                <w:lang w:eastAsia="en-GB"/>
              </w:rPr>
            </w:pPr>
            <w:r w:rsidRPr="004F0098">
              <w:rPr>
                <w:lang w:eastAsia="en-GB"/>
              </w:rPr>
              <w:t>P4</w:t>
            </w:r>
          </w:p>
        </w:tc>
        <w:tc>
          <w:tcPr>
            <w:tcW w:w="1304" w:type="dxa"/>
            <w:shd w:val="clear" w:color="auto" w:fill="auto"/>
            <w:noWrap/>
            <w:vAlign w:val="bottom"/>
          </w:tcPr>
          <w:p w14:paraId="47CBAB40" w14:textId="77777777" w:rsidR="00511C17" w:rsidRPr="004F0098" w:rsidRDefault="00511C17" w:rsidP="009B022A">
            <w:pPr>
              <w:rPr>
                <w:lang w:eastAsia="en-GB"/>
              </w:rPr>
            </w:pPr>
            <w:r w:rsidRPr="004F0098">
              <w:rPr>
                <w:lang w:eastAsia="en-GB"/>
              </w:rPr>
              <w:t>4</w:t>
            </w:r>
          </w:p>
        </w:tc>
        <w:tc>
          <w:tcPr>
            <w:tcW w:w="1134" w:type="dxa"/>
            <w:shd w:val="clear" w:color="auto" w:fill="auto"/>
            <w:noWrap/>
            <w:vAlign w:val="bottom"/>
          </w:tcPr>
          <w:p w14:paraId="6B758316" w14:textId="77777777" w:rsidR="00511C17" w:rsidRPr="004F0098" w:rsidRDefault="00511C17" w:rsidP="009B022A">
            <w:pPr>
              <w:rPr>
                <w:lang w:eastAsia="en-GB"/>
              </w:rPr>
            </w:pPr>
            <w:r w:rsidRPr="004F0098">
              <w:rPr>
                <w:lang w:eastAsia="en-GB"/>
              </w:rPr>
              <w:t>S</w:t>
            </w:r>
          </w:p>
        </w:tc>
      </w:tr>
    </w:tbl>
    <w:p w14:paraId="37F2761E" w14:textId="77777777" w:rsidR="00511C17" w:rsidRPr="004F0098" w:rsidRDefault="00511C17" w:rsidP="00511C17"/>
    <w:p w14:paraId="6BAA33AA" w14:textId="77777777" w:rsidR="00511C17" w:rsidRDefault="00511C17" w:rsidP="00511C17">
      <w:r>
        <w:t>Tablica</w:t>
      </w:r>
      <w:r w:rsidRPr="004F0098">
        <w:t xml:space="preserve"> 1. </w:t>
      </w:r>
      <w:r>
        <w:t>Primjer tablice</w:t>
      </w:r>
    </w:p>
    <w:p w14:paraId="0FF3A58D" w14:textId="77777777" w:rsidR="00F35CC5" w:rsidRPr="004F0098" w:rsidRDefault="00F35CC5" w:rsidP="00511C17"/>
    <w:p w14:paraId="4EF7D5A1" w14:textId="19B80484" w:rsidR="00511C17" w:rsidRPr="004F0098" w:rsidRDefault="00511C17" w:rsidP="00020B61">
      <w:pPr>
        <w:pStyle w:val="Heading2"/>
        <w:numPr>
          <w:ilvl w:val="1"/>
          <w:numId w:val="35"/>
        </w:numPr>
      </w:pPr>
      <w:bookmarkStart w:id="13" w:name="_Toc64900648"/>
      <w:r>
        <w:t>Veličina projektnog rješenja</w:t>
      </w:r>
      <w:bookmarkEnd w:id="13"/>
    </w:p>
    <w:p w14:paraId="14CB70E9" w14:textId="77777777" w:rsidR="00511C17" w:rsidRPr="004F0098" w:rsidRDefault="00511C17" w:rsidP="00511C17"/>
    <w:p w14:paraId="5BB751F1" w14:textId="77777777" w:rsidR="00511C17" w:rsidRPr="004F0098" w:rsidRDefault="00511C17" w:rsidP="00511C17">
      <w:r>
        <w:t xml:space="preserve">Minimalna objektivna veličina projekta je </w:t>
      </w:r>
      <w:r w:rsidRPr="004F0098">
        <w:t>3 (</w:t>
      </w:r>
      <w:r>
        <w:t>tri</w:t>
      </w:r>
      <w:r w:rsidRPr="004F0098">
        <w:t xml:space="preserve">) </w:t>
      </w:r>
      <w:r>
        <w:t>pune stranice. Projekt mora sadržavati tekst, snimke zaslona (</w:t>
      </w:r>
      <w:r w:rsidRPr="00CC277E">
        <w:rPr>
          <w:i/>
          <w:iCs/>
        </w:rPr>
        <w:t>screenshot</w:t>
      </w:r>
      <w:r>
        <w:t xml:space="preserve">), primjere programskog koda i sve ostale elemente prema potrebi i konkretnom rješenju. Ako nešto nije potpuno jasno iz slike, potrebno je i objasniti o čemu se radi. Projekt nije strip, tako da se ne može sastojati samo od snimaka zaslona nego rješenje mora biti i pojašnjeno. </w:t>
      </w:r>
    </w:p>
    <w:p w14:paraId="22CF6657" w14:textId="77777777" w:rsidR="00511C17" w:rsidRPr="004F0098" w:rsidRDefault="00511C17" w:rsidP="00511C17">
      <w:pPr>
        <w:pStyle w:val="ListParagraph"/>
      </w:pPr>
    </w:p>
    <w:p w14:paraId="0995DEA4" w14:textId="17B7E5C2" w:rsidR="00511C17" w:rsidRPr="004F0098" w:rsidRDefault="00511C17" w:rsidP="00020B61">
      <w:pPr>
        <w:pStyle w:val="Heading2"/>
        <w:numPr>
          <w:ilvl w:val="1"/>
          <w:numId w:val="35"/>
        </w:numPr>
      </w:pPr>
      <w:bookmarkStart w:id="14" w:name="_Toc64900649"/>
      <w:r>
        <w:t>Ilustracije</w:t>
      </w:r>
      <w:bookmarkEnd w:id="14"/>
    </w:p>
    <w:p w14:paraId="558AF48C" w14:textId="77777777" w:rsidR="00511C17" w:rsidRDefault="00511C17" w:rsidP="00511C17"/>
    <w:p w14:paraId="4ED476D3" w14:textId="77777777" w:rsidR="00511C17" w:rsidRPr="004F0098" w:rsidRDefault="00511C17" w:rsidP="00511C17">
      <w:r>
        <w:t xml:space="preserve">Sve ilustracije, slike i ostalo moraju biti u razlučivosti koja je dovoljna za ispis. Izbjegavajte skenirane papire i slike niske razlučivosti. Svi potpisi pod slike i ilustracije moraju biti jasno čitljivi. Ako bilo koju ilustraciju ili drugi element referencirate u tekstu projekta smjestite ga što je moguće bliže mjestu na kojem ga referencirate.  </w:t>
      </w:r>
    </w:p>
    <w:p w14:paraId="47DF5FEF" w14:textId="77777777" w:rsidR="00511C17" w:rsidRPr="004F0098" w:rsidRDefault="00511C17" w:rsidP="00511C17"/>
    <w:p w14:paraId="5F702126" w14:textId="77777777" w:rsidR="00511C17" w:rsidRPr="004F0098" w:rsidRDefault="00511C17" w:rsidP="00511C17">
      <w:r>
        <w:t xml:space="preserve">Za ilustracije vrijede identična pravila o formatiranju kao i za tablice. </w:t>
      </w:r>
    </w:p>
    <w:p w14:paraId="6BB49A06" w14:textId="77777777" w:rsidR="00511C17" w:rsidRPr="004F0098" w:rsidRDefault="00511C17" w:rsidP="00511C17"/>
    <w:p w14:paraId="0A85D59D" w14:textId="77777777" w:rsidR="00511C17" w:rsidRPr="004F0098" w:rsidRDefault="00511C17" w:rsidP="00511C17">
      <w:r>
        <w:t xml:space="preserve">Primjeri tehničkih ilustracija koje nisu snimke ekrana ili programski kod: </w:t>
      </w:r>
    </w:p>
    <w:p w14:paraId="4B609E35" w14:textId="77777777" w:rsidR="00511C17" w:rsidRPr="004F0098" w:rsidRDefault="00511C17" w:rsidP="00511C17"/>
    <w:p w14:paraId="54A23D9B" w14:textId="77777777" w:rsidR="00511C17" w:rsidRPr="004F0098" w:rsidRDefault="00511C17" w:rsidP="00511C17">
      <w:r w:rsidRPr="004F0098">
        <w:rPr>
          <w:noProof/>
          <w:lang w:eastAsia="en-GB"/>
        </w:rPr>
        <w:drawing>
          <wp:inline distT="0" distB="0" distL="0" distR="0" wp14:anchorId="520E97BB" wp14:editId="14DFC2CB">
            <wp:extent cx="5380365" cy="1760220"/>
            <wp:effectExtent l="0" t="0" r="0" b="0"/>
            <wp:docPr id="31" name="Bild 31" descr="C:\Users\katalinic\Documents\00_BK-Professors-Data\LL_Gallery\! Input\!\258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katalinic\Documents\00_BK-Professors-Data\LL_Gallery\! Input\!\2586.tif"/>
                    <pic:cNvPicPr>
                      <a:picLocks noChangeAspect="1" noChangeArrowheads="1"/>
                    </pic:cNvPicPr>
                  </pic:nvPicPr>
                  <pic:blipFill>
                    <a:blip r:embed="rId9"/>
                    <a:srcRect/>
                    <a:stretch>
                      <a:fillRect/>
                    </a:stretch>
                  </pic:blipFill>
                  <pic:spPr bwMode="auto">
                    <a:xfrm>
                      <a:off x="0" y="0"/>
                      <a:ext cx="5431649" cy="1776998"/>
                    </a:xfrm>
                    <a:prstGeom prst="rect">
                      <a:avLst/>
                    </a:prstGeom>
                    <a:noFill/>
                    <a:ln w="9525">
                      <a:noFill/>
                      <a:miter lim="800000"/>
                      <a:headEnd/>
                      <a:tailEnd/>
                    </a:ln>
                  </pic:spPr>
                </pic:pic>
              </a:graphicData>
            </a:graphic>
          </wp:inline>
        </w:drawing>
      </w:r>
    </w:p>
    <w:p w14:paraId="6F2241CA" w14:textId="77777777" w:rsidR="00511C17" w:rsidRPr="004F0098" w:rsidRDefault="00511C17" w:rsidP="00511C17"/>
    <w:p w14:paraId="1042E476" w14:textId="77777777" w:rsidR="00511C17" w:rsidRPr="004F0098" w:rsidRDefault="00511C17" w:rsidP="00511C17">
      <w:r>
        <w:t>Ilustracija</w:t>
      </w:r>
      <w:r w:rsidRPr="004F0098">
        <w:t xml:space="preserve"> 1. </w:t>
      </w:r>
      <w:r>
        <w:t xml:space="preserve">Ilustracija – primjer </w:t>
      </w:r>
    </w:p>
    <w:p w14:paraId="714342EE" w14:textId="173E75B1" w:rsidR="00511C17" w:rsidRDefault="00511C17" w:rsidP="00511C17"/>
    <w:p w14:paraId="5235BC59" w14:textId="77777777" w:rsidR="00511C17" w:rsidRDefault="00511C17" w:rsidP="00511C17"/>
    <w:p w14:paraId="7C60A8B5" w14:textId="77777777" w:rsidR="00F35CC5" w:rsidRDefault="00F35CC5" w:rsidP="00511C17"/>
    <w:p w14:paraId="4C87106D" w14:textId="77777777" w:rsidR="00F35CC5" w:rsidRPr="004F0098" w:rsidRDefault="00F35CC5" w:rsidP="00511C17"/>
    <w:p w14:paraId="3C6B89EA" w14:textId="5B230532" w:rsidR="00511C17" w:rsidRPr="004F0098" w:rsidRDefault="00511C17" w:rsidP="00020B61">
      <w:pPr>
        <w:pStyle w:val="Heading2"/>
        <w:numPr>
          <w:ilvl w:val="1"/>
          <w:numId w:val="35"/>
        </w:numPr>
      </w:pPr>
      <w:bookmarkStart w:id="15" w:name="_Toc64900650"/>
      <w:r>
        <w:t>Formule</w:t>
      </w:r>
      <w:bookmarkEnd w:id="15"/>
    </w:p>
    <w:p w14:paraId="3A6DFF5A" w14:textId="77777777" w:rsidR="00985337" w:rsidRDefault="00985337" w:rsidP="00985337"/>
    <w:p w14:paraId="23946D21" w14:textId="787BA4CB" w:rsidR="00511C17" w:rsidRPr="004F0098" w:rsidRDefault="00511C17" w:rsidP="00985337">
      <w:r>
        <w:t>Za formule koristite tablicu sa dva stupca i nevidljivim separatorima, kako bi formatiranje bilo čitljivije:</w:t>
      </w:r>
    </w:p>
    <w:p w14:paraId="102B3E51" w14:textId="77777777" w:rsidR="00511C17" w:rsidRPr="004F0098" w:rsidRDefault="00511C17" w:rsidP="00511C17">
      <w:pPr>
        <w:pStyle w:val="ListParagraph"/>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22"/>
        <w:gridCol w:w="1350"/>
      </w:tblGrid>
      <w:tr w:rsidR="00511C17" w:rsidRPr="004F0098" w14:paraId="794ECB84" w14:textId="77777777" w:rsidTr="009B022A">
        <w:trPr>
          <w:jc w:val="center"/>
        </w:trPr>
        <w:tc>
          <w:tcPr>
            <w:tcW w:w="8217" w:type="dxa"/>
            <w:vAlign w:val="center"/>
          </w:tcPr>
          <w:p w14:paraId="66026D29" w14:textId="77777777" w:rsidR="00511C17" w:rsidRPr="004F0098" w:rsidRDefault="00000000" w:rsidP="009B022A">
            <m:oMath>
              <m:sSup>
                <m:sSupPr>
                  <m:ctrlPr>
                    <w:rPr>
                      <w:rFonts w:ascii="Cambria Math" w:hAnsi="Cambria Math"/>
                    </w:rPr>
                  </m:ctrlPr>
                </m:sSupPr>
                <m:e>
                  <m:r>
                    <w:rPr>
                      <w:rFonts w:ascii="Cambria Math" w:hAnsi="Cambria Math"/>
                    </w:rPr>
                    <m:t>a</m:t>
                  </m:r>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r>
                    <w:rPr>
                      <w:rFonts w:ascii="Cambria Math" w:hAnsi="Cambria Math"/>
                    </w:rPr>
                    <m:t>b</m:t>
                  </m:r>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r>
                    <w:rPr>
                      <w:rFonts w:ascii="Cambria Math" w:hAnsi="Cambria Math"/>
                    </w:rPr>
                    <m:t>c</m:t>
                  </m:r>
                </m:e>
                <m:sup>
                  <m:r>
                    <m:rPr>
                      <m:sty m:val="p"/>
                    </m:rPr>
                    <w:rPr>
                      <w:rFonts w:ascii="Cambria Math" w:hAnsi="Cambria Math"/>
                    </w:rPr>
                    <m:t>2</m:t>
                  </m:r>
                </m:sup>
              </m:sSup>
            </m:oMath>
            <w:r w:rsidR="00511C17" w:rsidRPr="004F0098">
              <w:t xml:space="preserve"> </w:t>
            </w:r>
          </w:p>
        </w:tc>
        <w:tc>
          <w:tcPr>
            <w:tcW w:w="1412" w:type="dxa"/>
            <w:vAlign w:val="center"/>
          </w:tcPr>
          <w:p w14:paraId="06229F88" w14:textId="77777777" w:rsidR="00511C17" w:rsidRPr="004F0098" w:rsidRDefault="00511C17" w:rsidP="009B022A">
            <w:r w:rsidRPr="004F0098">
              <w:t>(1)</w:t>
            </w:r>
          </w:p>
        </w:tc>
      </w:tr>
    </w:tbl>
    <w:p w14:paraId="5EE2801C" w14:textId="77777777" w:rsidR="00511C17" w:rsidRPr="004F0098" w:rsidRDefault="00511C17" w:rsidP="00511C17"/>
    <w:p w14:paraId="3259A770" w14:textId="24429E56" w:rsidR="00511C17" w:rsidRPr="004F0098" w:rsidRDefault="00511C17" w:rsidP="00511C17">
      <w:r>
        <w:t xml:space="preserve">Ostavite razmak od jednog reda </w:t>
      </w:r>
      <w:r w:rsidRPr="004F0098">
        <w:t xml:space="preserve">(pt 10) </w:t>
      </w:r>
      <w:r>
        <w:t>ispred i iza svake skupine formula, ili idealno svake formule</w:t>
      </w:r>
      <w:r w:rsidRPr="004F0098">
        <w:t xml:space="preserve">. </w:t>
      </w:r>
      <w:r>
        <w:t xml:space="preserve">Ako koristite nestandardne simbole provjerite jesu li definirani u tekstu neposredno prije ili nakon same formule kako bi bili čitljiviji. Koristite broje </w:t>
      </w:r>
      <w:r w:rsidRPr="004F0098">
        <w:t xml:space="preserve">“(1)”, </w:t>
      </w:r>
      <w:r>
        <w:t xml:space="preserve">ne </w:t>
      </w:r>
      <w:r w:rsidRPr="004F0098">
        <w:t xml:space="preserve"> “</w:t>
      </w:r>
      <w:r>
        <w:t>formula</w:t>
      </w:r>
      <w:r w:rsidRPr="004F0098">
        <w:t xml:space="preserve"> (1)” or “</w:t>
      </w:r>
      <w:r>
        <w:t>izraz</w:t>
      </w:r>
      <w:r w:rsidRPr="004F0098">
        <w:t xml:space="preserve"> (1)”, </w:t>
      </w:r>
      <w:r>
        <w:t>Osim ako izraz ili formulu ne koristite da bi zapo</w:t>
      </w:r>
      <w:r w:rsidR="00CC277E">
        <w:t>č</w:t>
      </w:r>
      <w:r>
        <w:t>eli rečenicu</w:t>
      </w:r>
      <w:r w:rsidRPr="004F0098">
        <w:t xml:space="preserve"> “</w:t>
      </w:r>
      <w:r>
        <w:t>Izraz</w:t>
      </w:r>
      <w:r w:rsidRPr="004F0098">
        <w:t xml:space="preserve"> (1) </w:t>
      </w:r>
      <w:r>
        <w:t>je</w:t>
      </w:r>
      <w:r w:rsidRPr="004F0098">
        <w:t xml:space="preserve"> …”. </w:t>
      </w:r>
    </w:p>
    <w:p w14:paraId="3479316E" w14:textId="766CEDE4" w:rsidR="00511C17" w:rsidRDefault="00511C17" w:rsidP="00511C17"/>
    <w:p w14:paraId="4BEF46A7" w14:textId="01939AA4" w:rsidR="00511C17" w:rsidRDefault="00511C17" w:rsidP="00511C17"/>
    <w:p w14:paraId="16A0238D" w14:textId="71969AD3" w:rsidR="00511C17" w:rsidRDefault="00511C17" w:rsidP="00511C17"/>
    <w:p w14:paraId="39BE9071" w14:textId="6591A3B5" w:rsidR="00511C17" w:rsidRDefault="00511C17" w:rsidP="00511C17"/>
    <w:p w14:paraId="1F423611" w14:textId="4679CD5F" w:rsidR="00511C17" w:rsidRDefault="00511C17" w:rsidP="00511C17"/>
    <w:p w14:paraId="49C88CBA" w14:textId="62D56142" w:rsidR="00511C17" w:rsidRDefault="00511C17" w:rsidP="00511C17"/>
    <w:p w14:paraId="2F011B56" w14:textId="22C861AF" w:rsidR="00511C17" w:rsidRDefault="00511C17" w:rsidP="00511C17"/>
    <w:p w14:paraId="7C584878" w14:textId="247E682E" w:rsidR="00511C17" w:rsidRDefault="00511C17" w:rsidP="00511C17"/>
    <w:p w14:paraId="206F6E20" w14:textId="6881E253" w:rsidR="00511C17" w:rsidRDefault="00511C17" w:rsidP="00511C17"/>
    <w:p w14:paraId="59D48063" w14:textId="39C65C69" w:rsidR="00511C17" w:rsidRDefault="00511C17" w:rsidP="00511C17"/>
    <w:p w14:paraId="09D3FBFE" w14:textId="13B9154E" w:rsidR="00511C17" w:rsidRDefault="00511C17" w:rsidP="00511C17"/>
    <w:p w14:paraId="3E7303EA" w14:textId="7A0B113A" w:rsidR="00511C17" w:rsidRDefault="00511C17" w:rsidP="00511C17"/>
    <w:p w14:paraId="15A0D416" w14:textId="19661149" w:rsidR="00511C17" w:rsidRDefault="00511C17" w:rsidP="00511C17"/>
    <w:p w14:paraId="7BB1D5DD" w14:textId="387DC5B5" w:rsidR="00511C17" w:rsidRDefault="00511C17" w:rsidP="00511C17"/>
    <w:p w14:paraId="4C1680A1" w14:textId="1387059B" w:rsidR="00511C17" w:rsidRDefault="00511C17" w:rsidP="00511C17"/>
    <w:p w14:paraId="6454ACF5" w14:textId="77777777" w:rsidR="00F35CC5" w:rsidRDefault="00F35CC5" w:rsidP="00511C17"/>
    <w:p w14:paraId="20545C16" w14:textId="77777777" w:rsidR="00F35CC5" w:rsidRDefault="00F35CC5" w:rsidP="00511C17"/>
    <w:p w14:paraId="3DEEB8B7" w14:textId="77777777" w:rsidR="00511C17" w:rsidRPr="004F0098" w:rsidRDefault="00511C17" w:rsidP="00511C17"/>
    <w:p w14:paraId="286A1637" w14:textId="56A65651" w:rsidR="00511C17" w:rsidRPr="004F0098" w:rsidRDefault="00511C17" w:rsidP="00020B61">
      <w:pPr>
        <w:pStyle w:val="Heading1"/>
        <w:numPr>
          <w:ilvl w:val="0"/>
          <w:numId w:val="35"/>
        </w:numPr>
        <w:rPr>
          <w:lang w:val="hr-HR"/>
        </w:rPr>
      </w:pPr>
      <w:bookmarkStart w:id="16" w:name="_Toc64900651"/>
      <w:r>
        <w:rPr>
          <w:lang w:val="hr-HR"/>
        </w:rPr>
        <w:t>Zaključak</w:t>
      </w:r>
      <w:bookmarkEnd w:id="16"/>
    </w:p>
    <w:p w14:paraId="08E2F9E0" w14:textId="77777777" w:rsidR="00511C17" w:rsidRPr="004F0098" w:rsidRDefault="00511C17" w:rsidP="00511C17"/>
    <w:p w14:paraId="0698BB34" w14:textId="5DC2267A" w:rsidR="00511C17" w:rsidRPr="004F0098" w:rsidRDefault="00511C17" w:rsidP="00511C17">
      <w:r>
        <w:t>Projekt  pripremite prema ovim uputama, što uključuje sve točke formatiranja. U ovom bloku teksta jasno i jezgrovito objasnite što ste i kako radili, bez korištenja slika i drugih elemenata. Zaključak nema formalno definiranu dužinu no najčeš</w:t>
      </w:r>
      <w:r w:rsidR="00CC277E">
        <w:t>ć</w:t>
      </w:r>
      <w:r>
        <w:t xml:space="preserve">e je prva stvar koju će osoba koja vidi vaš projekt pročitati, pa nastojite da njegov sadržaj jasno obrazloži sve što je u projektu napravljeno i kako. </w:t>
      </w:r>
    </w:p>
    <w:p w14:paraId="2C526F8A" w14:textId="77777777" w:rsidR="00511C17" w:rsidRDefault="00511C17" w:rsidP="00511C17"/>
    <w:p w14:paraId="718DDD11" w14:textId="77777777" w:rsidR="00511C17" w:rsidRDefault="00511C17" w:rsidP="00511C17">
      <w:r>
        <w:br w:type="page"/>
      </w:r>
    </w:p>
    <w:p w14:paraId="1DF66C02" w14:textId="77777777" w:rsidR="00F35CC5" w:rsidRDefault="00F35CC5" w:rsidP="00511C17"/>
    <w:p w14:paraId="0559E478" w14:textId="7D0F2042" w:rsidR="00511C17" w:rsidRPr="004F0098" w:rsidRDefault="00511C17" w:rsidP="00020B61">
      <w:pPr>
        <w:pStyle w:val="Heading1"/>
        <w:numPr>
          <w:ilvl w:val="0"/>
          <w:numId w:val="35"/>
        </w:numPr>
        <w:rPr>
          <w:lang w:val="hr-HR"/>
        </w:rPr>
      </w:pPr>
      <w:bookmarkStart w:id="17" w:name="_Toc64900652"/>
      <w:r w:rsidRPr="004F0098">
        <w:rPr>
          <w:lang w:val="hr-HR"/>
        </w:rPr>
        <w:t>Reference</w:t>
      </w:r>
      <w:bookmarkEnd w:id="17"/>
    </w:p>
    <w:p w14:paraId="28621E27" w14:textId="77777777" w:rsidR="00985337" w:rsidRDefault="00985337" w:rsidP="00511C17"/>
    <w:p w14:paraId="3202A519" w14:textId="2AC11D17" w:rsidR="00511C17" w:rsidRPr="004F0098" w:rsidRDefault="00511C17" w:rsidP="00511C17">
      <w:r>
        <w:t xml:space="preserve">Sve reference koje ovdje navedete MORAJU biti izravno citirane unutar teksta projekta. Ovo nije mjesto za bilježenje literature koju ste samo pročitali, nego referenca na konkretan dio materijala koji je potreban za razumijevanje nekog od dijelova projekta. Unutar teksta reference se navode u uglatim zagradama, primjerice </w:t>
      </w:r>
      <w:r w:rsidRPr="004F0098">
        <w:t xml:space="preserve">[1]. </w:t>
      </w:r>
      <w:r>
        <w:t xml:space="preserve">Ako ih je više, sve reference treba pojedinačno nabrojati: </w:t>
      </w:r>
      <w:r w:rsidRPr="004F0098">
        <w:t xml:space="preserve">[1], [2], [3] </w:t>
      </w:r>
      <w:r>
        <w:t xml:space="preserve">i tako dalje. </w:t>
      </w:r>
    </w:p>
    <w:p w14:paraId="2A847B50" w14:textId="77777777" w:rsidR="00511C17" w:rsidRPr="004F0098" w:rsidRDefault="00511C17" w:rsidP="00511C17">
      <w:pPr>
        <w:pStyle w:val="Els-reference"/>
        <w:tabs>
          <w:tab w:val="clear" w:pos="312"/>
          <w:tab w:val="left" w:pos="0"/>
        </w:tabs>
        <w:spacing w:line="240" w:lineRule="auto"/>
        <w:ind w:left="0" w:firstLine="0"/>
        <w:jc w:val="both"/>
        <w:rPr>
          <w:noProof w:val="0"/>
          <w:sz w:val="20"/>
          <w:lang w:val="hr-HR"/>
        </w:rPr>
      </w:pPr>
      <w:r w:rsidRPr="004F0098">
        <w:rPr>
          <w:noProof w:val="0"/>
          <w:sz w:val="20"/>
          <w:lang w:val="hr-HR"/>
        </w:rPr>
        <w:tab/>
      </w:r>
    </w:p>
    <w:p w14:paraId="377B6DA0" w14:textId="77777777" w:rsidR="00511C17" w:rsidRPr="004F0098" w:rsidRDefault="00511C17" w:rsidP="00511C17">
      <w:pPr>
        <w:pStyle w:val="Els-reference"/>
        <w:tabs>
          <w:tab w:val="clear" w:pos="312"/>
          <w:tab w:val="left" w:pos="0"/>
        </w:tabs>
        <w:spacing w:line="240" w:lineRule="auto"/>
        <w:ind w:left="0" w:firstLine="0"/>
        <w:jc w:val="both"/>
        <w:rPr>
          <w:noProof w:val="0"/>
          <w:sz w:val="20"/>
          <w:lang w:val="hr-HR"/>
        </w:rPr>
      </w:pPr>
      <w:r>
        <w:rPr>
          <w:noProof w:val="0"/>
          <w:sz w:val="20"/>
          <w:lang w:val="hr-HR"/>
        </w:rPr>
        <w:t xml:space="preserve">Napomena: bolje je koristiti više nego manje referenci, najmanje su nužne </w:t>
      </w:r>
      <w:r w:rsidRPr="004F0098">
        <w:rPr>
          <w:noProof w:val="0"/>
          <w:sz w:val="20"/>
          <w:lang w:val="hr-HR"/>
        </w:rPr>
        <w:t>4</w:t>
      </w:r>
      <w:r>
        <w:rPr>
          <w:noProof w:val="0"/>
          <w:sz w:val="20"/>
          <w:lang w:val="hr-HR"/>
        </w:rPr>
        <w:t xml:space="preserve"> reference u cijelom projektu</w:t>
      </w:r>
      <w:r w:rsidRPr="004F0098">
        <w:rPr>
          <w:noProof w:val="0"/>
          <w:sz w:val="20"/>
          <w:lang w:val="hr-HR"/>
        </w:rPr>
        <w:t>.</w:t>
      </w:r>
      <w:r>
        <w:rPr>
          <w:noProof w:val="0"/>
          <w:sz w:val="20"/>
          <w:lang w:val="hr-HR"/>
        </w:rPr>
        <w:t xml:space="preserve"> U nastavku su primjeri referenci na stručne članke, knjige i web stranice. </w:t>
      </w:r>
    </w:p>
    <w:p w14:paraId="15296A7F" w14:textId="77777777" w:rsidR="00511C17" w:rsidRPr="004F0098" w:rsidRDefault="00511C17" w:rsidP="00511C17">
      <w:pPr>
        <w:pStyle w:val="Els-reference"/>
        <w:tabs>
          <w:tab w:val="left" w:pos="426"/>
        </w:tabs>
        <w:spacing w:before="60"/>
        <w:ind w:left="425" w:hanging="425"/>
        <w:jc w:val="both"/>
        <w:rPr>
          <w:noProof w:val="0"/>
          <w:sz w:val="20"/>
          <w:lang w:val="hr-HR"/>
        </w:rPr>
      </w:pPr>
    </w:p>
    <w:p w14:paraId="70E735AB" w14:textId="77777777" w:rsidR="00511C17" w:rsidRPr="004F0098" w:rsidRDefault="00511C17" w:rsidP="00511C17">
      <w:pPr>
        <w:pStyle w:val="Els-reference"/>
        <w:tabs>
          <w:tab w:val="clear" w:pos="312"/>
          <w:tab w:val="left" w:pos="426"/>
        </w:tabs>
        <w:spacing w:line="240" w:lineRule="auto"/>
        <w:ind w:left="425" w:hanging="425"/>
        <w:jc w:val="both"/>
        <w:rPr>
          <w:noProof w:val="0"/>
          <w:sz w:val="20"/>
          <w:lang w:val="hr-HR"/>
        </w:rPr>
      </w:pPr>
      <w:r w:rsidRPr="004F0098">
        <w:rPr>
          <w:noProof w:val="0"/>
          <w:sz w:val="20"/>
          <w:lang w:val="hr-HR"/>
        </w:rPr>
        <w:t>[1]</w:t>
      </w:r>
      <w:r w:rsidRPr="004F0098">
        <w:rPr>
          <w:noProof w:val="0"/>
          <w:sz w:val="20"/>
          <w:lang w:val="hr-HR"/>
        </w:rPr>
        <w:tab/>
      </w:r>
      <w:proofErr w:type="spellStart"/>
      <w:r w:rsidRPr="004F0098">
        <w:rPr>
          <w:noProof w:val="0"/>
          <w:sz w:val="20"/>
          <w:lang w:val="hr-HR"/>
        </w:rPr>
        <w:t>Alabar</w:t>
      </w:r>
      <w:proofErr w:type="spellEnd"/>
      <w:r w:rsidRPr="004F0098">
        <w:rPr>
          <w:noProof w:val="0"/>
          <w:sz w:val="20"/>
          <w:lang w:val="hr-HR"/>
        </w:rPr>
        <w:t xml:space="preserve">, B.; </w:t>
      </w:r>
      <w:proofErr w:type="spellStart"/>
      <w:r w:rsidRPr="004F0098">
        <w:rPr>
          <w:noProof w:val="0"/>
          <w:sz w:val="20"/>
          <w:lang w:val="hr-HR"/>
        </w:rPr>
        <w:t>Kusiak</w:t>
      </w:r>
      <w:proofErr w:type="spellEnd"/>
      <w:r w:rsidRPr="004F0098">
        <w:rPr>
          <w:noProof w:val="0"/>
          <w:sz w:val="20"/>
          <w:lang w:val="hr-HR"/>
        </w:rPr>
        <w:t xml:space="preserve">, A. &amp; </w:t>
      </w:r>
      <w:proofErr w:type="spellStart"/>
      <w:r w:rsidRPr="004F0098">
        <w:rPr>
          <w:noProof w:val="0"/>
          <w:sz w:val="20"/>
          <w:lang w:val="hr-HR"/>
        </w:rPr>
        <w:t>Nanasi</w:t>
      </w:r>
      <w:proofErr w:type="spellEnd"/>
      <w:r w:rsidRPr="004F0098">
        <w:rPr>
          <w:noProof w:val="0"/>
          <w:sz w:val="20"/>
          <w:lang w:val="hr-HR"/>
        </w:rPr>
        <w:t xml:space="preserve">, J. (2018). Name of </w:t>
      </w:r>
      <w:proofErr w:type="spellStart"/>
      <w:r w:rsidRPr="004F0098">
        <w:rPr>
          <w:noProof w:val="0"/>
          <w:sz w:val="20"/>
          <w:lang w:val="hr-HR"/>
        </w:rPr>
        <w:t>Book</w:t>
      </w:r>
      <w:proofErr w:type="spellEnd"/>
      <w:r w:rsidRPr="004F0098">
        <w:rPr>
          <w:noProof w:val="0"/>
          <w:sz w:val="20"/>
          <w:lang w:val="hr-HR"/>
        </w:rPr>
        <w:t xml:space="preserve">, Publisher, ISBN, Place of </w:t>
      </w:r>
      <w:proofErr w:type="spellStart"/>
      <w:r w:rsidRPr="004F0098">
        <w:rPr>
          <w:noProof w:val="0"/>
          <w:sz w:val="20"/>
          <w:lang w:val="hr-HR"/>
        </w:rPr>
        <w:t>Publication</w:t>
      </w:r>
      <w:proofErr w:type="spellEnd"/>
    </w:p>
    <w:p w14:paraId="7102CF6A" w14:textId="77777777" w:rsidR="00511C17" w:rsidRPr="004F0098" w:rsidRDefault="00511C17" w:rsidP="00511C17">
      <w:pPr>
        <w:pStyle w:val="Els-reference"/>
        <w:tabs>
          <w:tab w:val="clear" w:pos="312"/>
          <w:tab w:val="left" w:pos="426"/>
        </w:tabs>
        <w:spacing w:line="240" w:lineRule="auto"/>
        <w:ind w:left="425" w:hanging="425"/>
        <w:jc w:val="both"/>
        <w:rPr>
          <w:noProof w:val="0"/>
          <w:sz w:val="20"/>
          <w:lang w:val="hr-HR"/>
        </w:rPr>
      </w:pPr>
      <w:r w:rsidRPr="004F0098">
        <w:rPr>
          <w:noProof w:val="0"/>
          <w:sz w:val="20"/>
          <w:lang w:val="hr-HR"/>
        </w:rPr>
        <w:t>[2]</w:t>
      </w:r>
      <w:r w:rsidRPr="004F0098">
        <w:rPr>
          <w:noProof w:val="0"/>
          <w:sz w:val="20"/>
          <w:lang w:val="hr-HR"/>
        </w:rPr>
        <w:tab/>
      </w:r>
      <w:proofErr w:type="spellStart"/>
      <w:r w:rsidRPr="004F0098">
        <w:rPr>
          <w:noProof w:val="0"/>
          <w:sz w:val="20"/>
          <w:lang w:val="hr-HR"/>
        </w:rPr>
        <w:t>Katalinic</w:t>
      </w:r>
      <w:proofErr w:type="spellEnd"/>
      <w:r w:rsidRPr="004F0098">
        <w:rPr>
          <w:noProof w:val="0"/>
          <w:sz w:val="20"/>
          <w:lang w:val="hr-HR"/>
        </w:rPr>
        <w:t xml:space="preserve">, B.; Park H. S. &amp; </w:t>
      </w:r>
      <w:proofErr w:type="spellStart"/>
      <w:r w:rsidRPr="004F0098">
        <w:rPr>
          <w:noProof w:val="0"/>
          <w:sz w:val="20"/>
          <w:lang w:val="hr-HR"/>
        </w:rPr>
        <w:t>Udiljak</w:t>
      </w:r>
      <w:proofErr w:type="spellEnd"/>
      <w:r w:rsidRPr="004F0098">
        <w:rPr>
          <w:noProof w:val="0"/>
          <w:sz w:val="20"/>
          <w:lang w:val="hr-HR"/>
        </w:rPr>
        <w:t xml:space="preserve"> T. (</w:t>
      </w:r>
      <w:proofErr w:type="spellStart"/>
      <w:r w:rsidRPr="004F0098">
        <w:rPr>
          <w:noProof w:val="0"/>
          <w:sz w:val="20"/>
          <w:lang w:val="hr-HR"/>
        </w:rPr>
        <w:t>Year</w:t>
      </w:r>
      <w:proofErr w:type="spellEnd"/>
      <w:r w:rsidRPr="004F0098">
        <w:rPr>
          <w:noProof w:val="0"/>
          <w:sz w:val="20"/>
          <w:lang w:val="hr-HR"/>
        </w:rPr>
        <w:t xml:space="preserve">). Name of </w:t>
      </w:r>
      <w:proofErr w:type="spellStart"/>
      <w:r w:rsidRPr="004F0098">
        <w:rPr>
          <w:noProof w:val="0"/>
          <w:sz w:val="20"/>
          <w:lang w:val="hr-HR"/>
        </w:rPr>
        <w:t>Paper</w:t>
      </w:r>
      <w:proofErr w:type="spellEnd"/>
      <w:r w:rsidRPr="004F0098">
        <w:rPr>
          <w:noProof w:val="0"/>
          <w:sz w:val="20"/>
          <w:lang w:val="hr-HR"/>
        </w:rPr>
        <w:t xml:space="preserve">, </w:t>
      </w:r>
      <w:proofErr w:type="spellStart"/>
      <w:r w:rsidRPr="004F0098">
        <w:rPr>
          <w:noProof w:val="0"/>
          <w:sz w:val="20"/>
          <w:lang w:val="hr-HR"/>
        </w:rPr>
        <w:t>Available</w:t>
      </w:r>
      <w:proofErr w:type="spellEnd"/>
      <w:r w:rsidRPr="004F0098">
        <w:rPr>
          <w:noProof w:val="0"/>
          <w:sz w:val="20"/>
          <w:lang w:val="hr-HR"/>
        </w:rPr>
        <w:t xml:space="preserve"> from: http://www.exact-address-of-site Accessed: YYYY-MM-DD</w:t>
      </w:r>
    </w:p>
    <w:p w14:paraId="13DBFDBC" w14:textId="77777777" w:rsidR="00511C17" w:rsidRPr="004F0098" w:rsidRDefault="00511C17" w:rsidP="00511C17">
      <w:pPr>
        <w:pStyle w:val="Els-reference"/>
        <w:tabs>
          <w:tab w:val="clear" w:pos="312"/>
          <w:tab w:val="left" w:pos="426"/>
        </w:tabs>
        <w:spacing w:line="240" w:lineRule="auto"/>
        <w:ind w:left="425" w:hanging="425"/>
        <w:jc w:val="both"/>
        <w:rPr>
          <w:noProof w:val="0"/>
          <w:sz w:val="20"/>
          <w:lang w:val="hr-HR"/>
        </w:rPr>
      </w:pPr>
      <w:r w:rsidRPr="004F0098">
        <w:rPr>
          <w:noProof w:val="0"/>
          <w:sz w:val="20"/>
          <w:lang w:val="hr-HR"/>
        </w:rPr>
        <w:t>[3]</w:t>
      </w:r>
      <w:r w:rsidRPr="004F0098">
        <w:rPr>
          <w:noProof w:val="0"/>
          <w:sz w:val="20"/>
          <w:lang w:val="hr-HR"/>
        </w:rPr>
        <w:tab/>
      </w:r>
      <w:proofErr w:type="spellStart"/>
      <w:r w:rsidRPr="004F0098">
        <w:rPr>
          <w:noProof w:val="0"/>
          <w:sz w:val="20"/>
          <w:lang w:val="hr-HR"/>
        </w:rPr>
        <w:t>Kataumo</w:t>
      </w:r>
      <w:proofErr w:type="spellEnd"/>
      <w:r w:rsidRPr="004F0098">
        <w:rPr>
          <w:noProof w:val="0"/>
          <w:sz w:val="20"/>
          <w:lang w:val="hr-HR"/>
        </w:rPr>
        <w:t xml:space="preserve">, B.; </w:t>
      </w:r>
      <w:proofErr w:type="spellStart"/>
      <w:r w:rsidRPr="004F0098">
        <w:rPr>
          <w:noProof w:val="0"/>
          <w:sz w:val="20"/>
          <w:lang w:val="hr-HR"/>
        </w:rPr>
        <w:t>Kusiak</w:t>
      </w:r>
      <w:proofErr w:type="spellEnd"/>
      <w:r w:rsidRPr="004F0098">
        <w:rPr>
          <w:noProof w:val="0"/>
          <w:sz w:val="20"/>
          <w:lang w:val="hr-HR"/>
        </w:rPr>
        <w:t xml:space="preserve">, A. &amp; </w:t>
      </w:r>
      <w:proofErr w:type="spellStart"/>
      <w:r w:rsidRPr="004F0098">
        <w:rPr>
          <w:noProof w:val="0"/>
          <w:sz w:val="20"/>
          <w:lang w:val="hr-HR"/>
        </w:rPr>
        <w:t>Nanasi</w:t>
      </w:r>
      <w:proofErr w:type="spellEnd"/>
      <w:r w:rsidRPr="004F0098">
        <w:rPr>
          <w:noProof w:val="0"/>
          <w:sz w:val="20"/>
          <w:lang w:val="hr-HR"/>
        </w:rPr>
        <w:t>, J. (</w:t>
      </w:r>
      <w:proofErr w:type="spellStart"/>
      <w:r w:rsidRPr="004F0098">
        <w:rPr>
          <w:noProof w:val="0"/>
          <w:sz w:val="20"/>
          <w:lang w:val="hr-HR"/>
        </w:rPr>
        <w:t>Year</w:t>
      </w:r>
      <w:proofErr w:type="spellEnd"/>
      <w:r w:rsidRPr="004F0098">
        <w:rPr>
          <w:noProof w:val="0"/>
          <w:sz w:val="20"/>
          <w:lang w:val="hr-HR"/>
        </w:rPr>
        <w:t xml:space="preserve">). Title of </w:t>
      </w:r>
      <w:proofErr w:type="spellStart"/>
      <w:r w:rsidRPr="004F0098">
        <w:rPr>
          <w:noProof w:val="0"/>
          <w:sz w:val="20"/>
          <w:lang w:val="hr-HR"/>
        </w:rPr>
        <w:t>conference</w:t>
      </w:r>
      <w:proofErr w:type="spellEnd"/>
      <w:r w:rsidRPr="004F0098">
        <w:rPr>
          <w:noProof w:val="0"/>
          <w:sz w:val="20"/>
          <w:lang w:val="hr-HR"/>
        </w:rPr>
        <w:t xml:space="preserve"> </w:t>
      </w:r>
      <w:proofErr w:type="spellStart"/>
      <w:r w:rsidRPr="004F0098">
        <w:rPr>
          <w:noProof w:val="0"/>
          <w:sz w:val="20"/>
          <w:lang w:val="hr-HR"/>
        </w:rPr>
        <w:t>paper</w:t>
      </w:r>
      <w:proofErr w:type="spellEnd"/>
      <w:r w:rsidRPr="004F0098">
        <w:rPr>
          <w:noProof w:val="0"/>
          <w:sz w:val="20"/>
          <w:lang w:val="hr-HR"/>
        </w:rPr>
        <w:t xml:space="preserve">, </w:t>
      </w:r>
      <w:proofErr w:type="spellStart"/>
      <w:r w:rsidRPr="004F0098">
        <w:rPr>
          <w:noProof w:val="0"/>
          <w:sz w:val="20"/>
          <w:lang w:val="hr-HR"/>
        </w:rPr>
        <w:t>Proceedings</w:t>
      </w:r>
      <w:proofErr w:type="spellEnd"/>
      <w:r w:rsidRPr="004F0098">
        <w:rPr>
          <w:noProof w:val="0"/>
          <w:sz w:val="20"/>
          <w:lang w:val="hr-HR"/>
        </w:rPr>
        <w:t xml:space="preserve"> of xxx </w:t>
      </w:r>
      <w:proofErr w:type="spellStart"/>
      <w:r w:rsidRPr="004F0098">
        <w:rPr>
          <w:noProof w:val="0"/>
          <w:sz w:val="20"/>
          <w:lang w:val="hr-HR"/>
        </w:rPr>
        <w:t>xxx</w:t>
      </w:r>
      <w:proofErr w:type="spellEnd"/>
      <w:r w:rsidRPr="004F0098">
        <w:rPr>
          <w:noProof w:val="0"/>
          <w:sz w:val="20"/>
          <w:lang w:val="hr-HR"/>
        </w:rPr>
        <w:t xml:space="preserve">, </w:t>
      </w:r>
      <w:proofErr w:type="spellStart"/>
      <w:r w:rsidRPr="004F0098">
        <w:rPr>
          <w:noProof w:val="0"/>
          <w:sz w:val="20"/>
          <w:lang w:val="hr-HR"/>
        </w:rPr>
        <w:t>conference</w:t>
      </w:r>
      <w:proofErr w:type="spellEnd"/>
      <w:r w:rsidRPr="004F0098">
        <w:rPr>
          <w:noProof w:val="0"/>
          <w:sz w:val="20"/>
          <w:lang w:val="hr-HR"/>
        </w:rPr>
        <w:t xml:space="preserve"> data, </w:t>
      </w:r>
      <w:proofErr w:type="spellStart"/>
      <w:r w:rsidRPr="004F0098">
        <w:rPr>
          <w:noProof w:val="0"/>
          <w:sz w:val="20"/>
          <w:lang w:val="hr-HR"/>
        </w:rPr>
        <w:t>location</w:t>
      </w:r>
      <w:proofErr w:type="spellEnd"/>
      <w:r w:rsidRPr="004F0098">
        <w:rPr>
          <w:noProof w:val="0"/>
          <w:sz w:val="20"/>
          <w:lang w:val="hr-HR"/>
        </w:rPr>
        <w:t xml:space="preserve">, ISSN, ISBN, </w:t>
      </w:r>
      <w:proofErr w:type="spellStart"/>
      <w:r w:rsidRPr="004F0098">
        <w:rPr>
          <w:noProof w:val="0"/>
          <w:sz w:val="20"/>
          <w:lang w:val="hr-HR"/>
        </w:rPr>
        <w:t>Katalinic</w:t>
      </w:r>
      <w:proofErr w:type="spellEnd"/>
      <w:r w:rsidRPr="004F0098">
        <w:rPr>
          <w:noProof w:val="0"/>
          <w:sz w:val="20"/>
          <w:lang w:val="hr-HR"/>
        </w:rPr>
        <w:t>, B. (Ed.), pp. 14-17, Publisher, City, DOI</w:t>
      </w:r>
    </w:p>
    <w:p w14:paraId="79A1E23F" w14:textId="77777777" w:rsidR="00511C17" w:rsidRPr="004F0098" w:rsidRDefault="00511C17" w:rsidP="00511C17">
      <w:pPr>
        <w:pStyle w:val="Els-reference"/>
        <w:tabs>
          <w:tab w:val="clear" w:pos="312"/>
          <w:tab w:val="left" w:pos="426"/>
        </w:tabs>
        <w:spacing w:line="240" w:lineRule="auto"/>
        <w:ind w:left="425" w:hanging="425"/>
        <w:jc w:val="both"/>
        <w:rPr>
          <w:noProof w:val="0"/>
          <w:sz w:val="20"/>
          <w:lang w:val="hr-HR"/>
        </w:rPr>
      </w:pPr>
      <w:r w:rsidRPr="004F0098">
        <w:rPr>
          <w:noProof w:val="0"/>
          <w:sz w:val="20"/>
          <w:lang w:val="hr-HR"/>
        </w:rPr>
        <w:t>[4]</w:t>
      </w:r>
      <w:r w:rsidRPr="004F0098">
        <w:rPr>
          <w:noProof w:val="0"/>
          <w:sz w:val="20"/>
          <w:lang w:val="hr-HR"/>
        </w:rPr>
        <w:tab/>
      </w:r>
      <w:proofErr w:type="spellStart"/>
      <w:r w:rsidRPr="004F0098">
        <w:rPr>
          <w:noProof w:val="0"/>
          <w:sz w:val="20"/>
          <w:lang w:val="hr-HR"/>
        </w:rPr>
        <w:t>Kusiak</w:t>
      </w:r>
      <w:proofErr w:type="spellEnd"/>
      <w:r w:rsidRPr="004F0098">
        <w:rPr>
          <w:noProof w:val="0"/>
          <w:sz w:val="20"/>
          <w:lang w:val="hr-HR"/>
        </w:rPr>
        <w:t>, A. (</w:t>
      </w:r>
      <w:proofErr w:type="spellStart"/>
      <w:r w:rsidRPr="004F0098">
        <w:rPr>
          <w:noProof w:val="0"/>
          <w:sz w:val="20"/>
          <w:lang w:val="hr-HR"/>
        </w:rPr>
        <w:t>Year</w:t>
      </w:r>
      <w:proofErr w:type="spellEnd"/>
      <w:r w:rsidRPr="004F0098">
        <w:rPr>
          <w:noProof w:val="0"/>
          <w:sz w:val="20"/>
          <w:lang w:val="hr-HR"/>
        </w:rPr>
        <w:t xml:space="preserve">). Name of </w:t>
      </w:r>
      <w:proofErr w:type="spellStart"/>
      <w:r w:rsidRPr="004F0098">
        <w:rPr>
          <w:noProof w:val="0"/>
          <w:sz w:val="20"/>
          <w:lang w:val="hr-HR"/>
        </w:rPr>
        <w:t>paper</w:t>
      </w:r>
      <w:proofErr w:type="spellEnd"/>
      <w:r w:rsidRPr="004F0098">
        <w:rPr>
          <w:noProof w:val="0"/>
          <w:sz w:val="20"/>
          <w:lang w:val="hr-HR"/>
        </w:rPr>
        <w:t>. Name of Journal, Vol., No., (</w:t>
      </w:r>
      <w:proofErr w:type="spellStart"/>
      <w:r w:rsidRPr="004F0098">
        <w:rPr>
          <w:noProof w:val="0"/>
          <w:sz w:val="20"/>
          <w:lang w:val="hr-HR"/>
        </w:rPr>
        <w:t>month</w:t>
      </w:r>
      <w:proofErr w:type="spellEnd"/>
      <w:r w:rsidRPr="004F0098">
        <w:rPr>
          <w:noProof w:val="0"/>
          <w:sz w:val="20"/>
          <w:lang w:val="hr-HR"/>
        </w:rPr>
        <w:t xml:space="preserve"> and </w:t>
      </w:r>
      <w:proofErr w:type="spellStart"/>
      <w:r w:rsidRPr="004F0098">
        <w:rPr>
          <w:noProof w:val="0"/>
          <w:sz w:val="20"/>
          <w:lang w:val="hr-HR"/>
        </w:rPr>
        <w:t>year</w:t>
      </w:r>
      <w:proofErr w:type="spellEnd"/>
      <w:r w:rsidRPr="004F0098">
        <w:rPr>
          <w:noProof w:val="0"/>
          <w:sz w:val="20"/>
          <w:lang w:val="hr-HR"/>
        </w:rPr>
        <w:t xml:space="preserve"> of the </w:t>
      </w:r>
      <w:proofErr w:type="spellStart"/>
      <w:r w:rsidRPr="004F0098">
        <w:rPr>
          <w:noProof w:val="0"/>
          <w:sz w:val="20"/>
          <w:lang w:val="hr-HR"/>
        </w:rPr>
        <w:t>edition</w:t>
      </w:r>
      <w:proofErr w:type="spellEnd"/>
      <w:r w:rsidRPr="004F0098">
        <w:rPr>
          <w:noProof w:val="0"/>
          <w:sz w:val="20"/>
          <w:lang w:val="hr-HR"/>
        </w:rPr>
        <w:t xml:space="preserve">) </w:t>
      </w:r>
      <w:proofErr w:type="spellStart"/>
      <w:r w:rsidRPr="004F0098">
        <w:rPr>
          <w:noProof w:val="0"/>
          <w:sz w:val="20"/>
          <w:lang w:val="hr-HR"/>
        </w:rPr>
        <w:t>page</w:t>
      </w:r>
      <w:proofErr w:type="spellEnd"/>
      <w:r w:rsidRPr="004F0098">
        <w:rPr>
          <w:noProof w:val="0"/>
          <w:sz w:val="20"/>
          <w:lang w:val="hr-HR"/>
        </w:rPr>
        <w:t xml:space="preserve"> </w:t>
      </w:r>
      <w:proofErr w:type="spellStart"/>
      <w:r w:rsidRPr="004F0098">
        <w:rPr>
          <w:noProof w:val="0"/>
          <w:sz w:val="20"/>
          <w:lang w:val="hr-HR"/>
        </w:rPr>
        <w:t>numbers</w:t>
      </w:r>
      <w:proofErr w:type="spellEnd"/>
      <w:r w:rsidRPr="004F0098">
        <w:rPr>
          <w:noProof w:val="0"/>
          <w:sz w:val="20"/>
          <w:lang w:val="hr-HR"/>
        </w:rPr>
        <w:t xml:space="preserve"> (</w:t>
      </w:r>
      <w:proofErr w:type="spellStart"/>
      <w:r w:rsidRPr="004F0098">
        <w:rPr>
          <w:noProof w:val="0"/>
          <w:sz w:val="20"/>
          <w:lang w:val="hr-HR"/>
        </w:rPr>
        <w:t>first-last</w:t>
      </w:r>
      <w:proofErr w:type="spellEnd"/>
      <w:r w:rsidRPr="004F0098">
        <w:rPr>
          <w:noProof w:val="0"/>
          <w:sz w:val="20"/>
          <w:lang w:val="hr-HR"/>
        </w:rPr>
        <w:t>), ISSN</w:t>
      </w:r>
    </w:p>
    <w:p w14:paraId="527179A1" w14:textId="77777777" w:rsidR="00511C17" w:rsidRPr="004F0098" w:rsidRDefault="00511C17" w:rsidP="00511C17">
      <w:pPr>
        <w:pStyle w:val="Els-reference"/>
        <w:tabs>
          <w:tab w:val="clear" w:pos="312"/>
          <w:tab w:val="left" w:pos="426"/>
        </w:tabs>
        <w:spacing w:line="240" w:lineRule="auto"/>
        <w:ind w:left="425" w:hanging="425"/>
        <w:jc w:val="both"/>
        <w:rPr>
          <w:noProof w:val="0"/>
          <w:sz w:val="20"/>
          <w:lang w:val="hr-HR"/>
        </w:rPr>
      </w:pPr>
      <w:r w:rsidRPr="004F0098">
        <w:rPr>
          <w:noProof w:val="0"/>
          <w:sz w:val="20"/>
          <w:lang w:val="hr-HR"/>
        </w:rPr>
        <w:t>[5]</w:t>
      </w:r>
      <w:r w:rsidRPr="004F0098">
        <w:rPr>
          <w:noProof w:val="0"/>
          <w:sz w:val="20"/>
          <w:lang w:val="hr-HR"/>
        </w:rPr>
        <w:tab/>
      </w:r>
      <w:proofErr w:type="spellStart"/>
      <w:r w:rsidRPr="004F0098">
        <w:rPr>
          <w:noProof w:val="0"/>
          <w:sz w:val="20"/>
          <w:lang w:val="hr-HR"/>
        </w:rPr>
        <w:t>Ueda</w:t>
      </w:r>
      <w:proofErr w:type="spellEnd"/>
      <w:r w:rsidRPr="004F0098">
        <w:rPr>
          <w:noProof w:val="0"/>
          <w:sz w:val="20"/>
          <w:lang w:val="hr-HR"/>
        </w:rPr>
        <w:t xml:space="preserve">, K. &amp; </w:t>
      </w:r>
      <w:proofErr w:type="spellStart"/>
      <w:r w:rsidRPr="004F0098">
        <w:rPr>
          <w:noProof w:val="0"/>
          <w:sz w:val="20"/>
          <w:lang w:val="hr-HR"/>
        </w:rPr>
        <w:t>Kusiak</w:t>
      </w:r>
      <w:proofErr w:type="spellEnd"/>
      <w:r w:rsidRPr="004F0098">
        <w:rPr>
          <w:noProof w:val="0"/>
          <w:sz w:val="20"/>
          <w:lang w:val="hr-HR"/>
        </w:rPr>
        <w:t>, A. (</w:t>
      </w:r>
      <w:proofErr w:type="spellStart"/>
      <w:r w:rsidRPr="004F0098">
        <w:rPr>
          <w:noProof w:val="0"/>
          <w:sz w:val="20"/>
          <w:lang w:val="hr-HR"/>
        </w:rPr>
        <w:t>Year</w:t>
      </w:r>
      <w:proofErr w:type="spellEnd"/>
      <w:r w:rsidRPr="004F0098">
        <w:rPr>
          <w:noProof w:val="0"/>
          <w:sz w:val="20"/>
          <w:lang w:val="hr-HR"/>
        </w:rPr>
        <w:t xml:space="preserve">). Name of </w:t>
      </w:r>
      <w:proofErr w:type="spellStart"/>
      <w:r w:rsidRPr="004F0098">
        <w:rPr>
          <w:noProof w:val="0"/>
          <w:sz w:val="20"/>
          <w:lang w:val="hr-HR"/>
        </w:rPr>
        <w:t>paper</w:t>
      </w:r>
      <w:proofErr w:type="spellEnd"/>
      <w:r w:rsidRPr="004F0098">
        <w:rPr>
          <w:noProof w:val="0"/>
          <w:sz w:val="20"/>
          <w:lang w:val="hr-HR"/>
        </w:rPr>
        <w:t xml:space="preserve">, In: Name of </w:t>
      </w:r>
      <w:proofErr w:type="spellStart"/>
      <w:r w:rsidRPr="004F0098">
        <w:rPr>
          <w:noProof w:val="0"/>
          <w:sz w:val="20"/>
          <w:lang w:val="hr-HR"/>
        </w:rPr>
        <w:t>Book</w:t>
      </w:r>
      <w:proofErr w:type="spellEnd"/>
      <w:r w:rsidRPr="004F0098">
        <w:rPr>
          <w:noProof w:val="0"/>
          <w:sz w:val="20"/>
          <w:lang w:val="hr-HR"/>
        </w:rPr>
        <w:t xml:space="preserve">, Name(s) of Editor(s), (Ed.), </w:t>
      </w:r>
      <w:proofErr w:type="spellStart"/>
      <w:r w:rsidRPr="004F0098">
        <w:rPr>
          <w:noProof w:val="0"/>
          <w:sz w:val="20"/>
          <w:lang w:val="hr-HR"/>
        </w:rPr>
        <w:t>page</w:t>
      </w:r>
      <w:proofErr w:type="spellEnd"/>
      <w:r w:rsidRPr="004F0098">
        <w:rPr>
          <w:noProof w:val="0"/>
          <w:sz w:val="20"/>
          <w:lang w:val="hr-HR"/>
        </w:rPr>
        <w:t xml:space="preserve"> </w:t>
      </w:r>
      <w:proofErr w:type="spellStart"/>
      <w:r w:rsidRPr="004F0098">
        <w:rPr>
          <w:noProof w:val="0"/>
          <w:sz w:val="20"/>
          <w:lang w:val="hr-HR"/>
        </w:rPr>
        <w:t>numbers</w:t>
      </w:r>
      <w:proofErr w:type="spellEnd"/>
      <w:r w:rsidRPr="004F0098">
        <w:rPr>
          <w:noProof w:val="0"/>
          <w:sz w:val="20"/>
          <w:lang w:val="hr-HR"/>
        </w:rPr>
        <w:t xml:space="preserve"> (</w:t>
      </w:r>
      <w:proofErr w:type="spellStart"/>
      <w:r w:rsidRPr="004F0098">
        <w:rPr>
          <w:noProof w:val="0"/>
          <w:sz w:val="20"/>
          <w:lang w:val="hr-HR"/>
        </w:rPr>
        <w:t>first-last</w:t>
      </w:r>
      <w:proofErr w:type="spellEnd"/>
      <w:r w:rsidRPr="004F0098">
        <w:rPr>
          <w:noProof w:val="0"/>
          <w:sz w:val="20"/>
          <w:lang w:val="hr-HR"/>
        </w:rPr>
        <w:t xml:space="preserve">), Publisher, ISBN, Place of </w:t>
      </w:r>
      <w:proofErr w:type="spellStart"/>
      <w:r w:rsidRPr="004F0098">
        <w:rPr>
          <w:noProof w:val="0"/>
          <w:sz w:val="20"/>
          <w:lang w:val="hr-HR"/>
        </w:rPr>
        <w:t>publication</w:t>
      </w:r>
      <w:proofErr w:type="spellEnd"/>
    </w:p>
    <w:p w14:paraId="6654014F" w14:textId="77777777" w:rsidR="00511C17" w:rsidRPr="004F0098" w:rsidRDefault="00511C17" w:rsidP="00511C17">
      <w:pPr>
        <w:pStyle w:val="Els-reference"/>
        <w:tabs>
          <w:tab w:val="clear" w:pos="312"/>
          <w:tab w:val="left" w:pos="426"/>
        </w:tabs>
        <w:spacing w:line="240" w:lineRule="auto"/>
        <w:ind w:left="425" w:hanging="425"/>
        <w:jc w:val="both"/>
        <w:rPr>
          <w:noProof w:val="0"/>
          <w:sz w:val="20"/>
          <w:lang w:val="hr-HR"/>
        </w:rPr>
      </w:pPr>
      <w:r w:rsidRPr="004F0098">
        <w:rPr>
          <w:noProof w:val="0"/>
          <w:sz w:val="20"/>
          <w:lang w:val="hr-HR"/>
        </w:rPr>
        <w:t>[6]</w:t>
      </w:r>
      <w:r w:rsidRPr="004F0098">
        <w:rPr>
          <w:noProof w:val="0"/>
          <w:sz w:val="20"/>
          <w:lang w:val="hr-HR"/>
        </w:rPr>
        <w:tab/>
        <w:t>http://www.insse.ro, (</w:t>
      </w:r>
      <w:proofErr w:type="spellStart"/>
      <w:r w:rsidRPr="004F0098">
        <w:rPr>
          <w:noProof w:val="0"/>
          <w:sz w:val="20"/>
          <w:lang w:val="hr-HR"/>
        </w:rPr>
        <w:t>Year</w:t>
      </w:r>
      <w:proofErr w:type="spellEnd"/>
      <w:r w:rsidRPr="004F0098">
        <w:rPr>
          <w:noProof w:val="0"/>
          <w:sz w:val="20"/>
          <w:lang w:val="hr-HR"/>
        </w:rPr>
        <w:t xml:space="preserve">). The National </w:t>
      </w:r>
      <w:proofErr w:type="spellStart"/>
      <w:r w:rsidRPr="004F0098">
        <w:rPr>
          <w:noProof w:val="0"/>
          <w:sz w:val="20"/>
          <w:lang w:val="hr-HR"/>
        </w:rPr>
        <w:t>Statistics</w:t>
      </w:r>
      <w:proofErr w:type="spellEnd"/>
      <w:r w:rsidRPr="004F0098">
        <w:rPr>
          <w:noProof w:val="0"/>
          <w:sz w:val="20"/>
          <w:lang w:val="hr-HR"/>
        </w:rPr>
        <w:t xml:space="preserve"> Institute, </w:t>
      </w:r>
      <w:proofErr w:type="spellStart"/>
      <w:r w:rsidRPr="004F0098">
        <w:rPr>
          <w:noProof w:val="0"/>
          <w:sz w:val="20"/>
          <w:lang w:val="hr-HR"/>
        </w:rPr>
        <w:t>Statistics</w:t>
      </w:r>
      <w:proofErr w:type="spellEnd"/>
      <w:r w:rsidRPr="004F0098">
        <w:rPr>
          <w:noProof w:val="0"/>
          <w:sz w:val="20"/>
          <w:lang w:val="hr-HR"/>
        </w:rPr>
        <w:t xml:space="preserve"> </w:t>
      </w:r>
      <w:proofErr w:type="spellStart"/>
      <w:r w:rsidRPr="004F0098">
        <w:rPr>
          <w:noProof w:val="0"/>
          <w:sz w:val="20"/>
          <w:lang w:val="hr-HR"/>
        </w:rPr>
        <w:t>Year</w:t>
      </w:r>
      <w:proofErr w:type="spellEnd"/>
      <w:r w:rsidRPr="004F0098">
        <w:rPr>
          <w:noProof w:val="0"/>
          <w:sz w:val="20"/>
          <w:lang w:val="hr-HR"/>
        </w:rPr>
        <w:t xml:space="preserve"> </w:t>
      </w:r>
      <w:proofErr w:type="spellStart"/>
      <w:r w:rsidRPr="004F0098">
        <w:rPr>
          <w:noProof w:val="0"/>
          <w:sz w:val="20"/>
          <w:lang w:val="hr-HR"/>
        </w:rPr>
        <w:t>Book</w:t>
      </w:r>
      <w:proofErr w:type="spellEnd"/>
      <w:r w:rsidRPr="004F0098">
        <w:rPr>
          <w:noProof w:val="0"/>
          <w:sz w:val="20"/>
          <w:lang w:val="hr-HR"/>
        </w:rPr>
        <w:t>, Accessed on: 2009-08-13</w:t>
      </w:r>
    </w:p>
    <w:p w14:paraId="3FC31C26" w14:textId="77777777" w:rsidR="00511C17" w:rsidRPr="004F0098" w:rsidRDefault="00511C17" w:rsidP="00511C17">
      <w:pPr>
        <w:pStyle w:val="Els-reference"/>
        <w:tabs>
          <w:tab w:val="clear" w:pos="312"/>
          <w:tab w:val="left" w:pos="426"/>
        </w:tabs>
        <w:spacing w:line="240" w:lineRule="auto"/>
        <w:ind w:left="425" w:hanging="425"/>
        <w:jc w:val="both"/>
        <w:rPr>
          <w:noProof w:val="0"/>
          <w:sz w:val="20"/>
          <w:lang w:val="hr-HR"/>
        </w:rPr>
      </w:pPr>
      <w:r w:rsidRPr="004F0098">
        <w:rPr>
          <w:noProof w:val="0"/>
          <w:sz w:val="20"/>
          <w:lang w:val="hr-HR"/>
        </w:rPr>
        <w:t>[7]</w:t>
      </w:r>
      <w:r w:rsidRPr="004F0098">
        <w:rPr>
          <w:noProof w:val="0"/>
          <w:sz w:val="20"/>
          <w:lang w:val="hr-HR"/>
        </w:rPr>
        <w:tab/>
      </w:r>
      <w:proofErr w:type="spellStart"/>
      <w:r w:rsidRPr="004F0098">
        <w:rPr>
          <w:noProof w:val="0"/>
          <w:sz w:val="20"/>
          <w:lang w:val="hr-HR"/>
        </w:rPr>
        <w:t>Filaretov</w:t>
      </w:r>
      <w:proofErr w:type="spellEnd"/>
      <w:r w:rsidRPr="004F0098">
        <w:rPr>
          <w:noProof w:val="0"/>
          <w:sz w:val="20"/>
          <w:lang w:val="hr-HR"/>
        </w:rPr>
        <w:t xml:space="preserve">, V. &amp; </w:t>
      </w:r>
      <w:proofErr w:type="spellStart"/>
      <w:r w:rsidRPr="004F0098">
        <w:rPr>
          <w:noProof w:val="0"/>
          <w:sz w:val="20"/>
          <w:lang w:val="hr-HR"/>
        </w:rPr>
        <w:t>Adamczak</w:t>
      </w:r>
      <w:proofErr w:type="spellEnd"/>
      <w:r w:rsidRPr="004F0098">
        <w:rPr>
          <w:noProof w:val="0"/>
          <w:sz w:val="20"/>
          <w:lang w:val="hr-HR"/>
        </w:rPr>
        <w:t>, S. (</w:t>
      </w:r>
      <w:proofErr w:type="spellStart"/>
      <w:r w:rsidRPr="004F0098">
        <w:rPr>
          <w:noProof w:val="0"/>
          <w:sz w:val="20"/>
          <w:lang w:val="hr-HR"/>
        </w:rPr>
        <w:t>Year</w:t>
      </w:r>
      <w:proofErr w:type="spellEnd"/>
      <w:r w:rsidRPr="004F0098">
        <w:rPr>
          <w:noProof w:val="0"/>
          <w:sz w:val="20"/>
          <w:lang w:val="hr-HR"/>
        </w:rPr>
        <w:t xml:space="preserve"> if </w:t>
      </w:r>
      <w:proofErr w:type="spellStart"/>
      <w:r w:rsidRPr="004F0098">
        <w:rPr>
          <w:noProof w:val="0"/>
          <w:sz w:val="20"/>
          <w:lang w:val="hr-HR"/>
        </w:rPr>
        <w:t>known</w:t>
      </w:r>
      <w:proofErr w:type="spellEnd"/>
      <w:r w:rsidRPr="004F0098">
        <w:rPr>
          <w:noProof w:val="0"/>
          <w:sz w:val="20"/>
          <w:lang w:val="hr-HR"/>
        </w:rPr>
        <w:t xml:space="preserve">). Title of </w:t>
      </w:r>
      <w:proofErr w:type="spellStart"/>
      <w:r w:rsidRPr="004F0098">
        <w:rPr>
          <w:noProof w:val="0"/>
          <w:sz w:val="20"/>
          <w:lang w:val="hr-HR"/>
        </w:rPr>
        <w:t>paper</w:t>
      </w:r>
      <w:proofErr w:type="spellEnd"/>
      <w:r w:rsidRPr="004F0098">
        <w:rPr>
          <w:noProof w:val="0"/>
          <w:sz w:val="20"/>
          <w:lang w:val="hr-HR"/>
        </w:rPr>
        <w:t xml:space="preserve">, </w:t>
      </w:r>
      <w:proofErr w:type="spellStart"/>
      <w:r w:rsidRPr="004F0098">
        <w:rPr>
          <w:noProof w:val="0"/>
          <w:sz w:val="20"/>
          <w:lang w:val="hr-HR"/>
        </w:rPr>
        <w:t>unpublished</w:t>
      </w:r>
      <w:proofErr w:type="spellEnd"/>
      <w:r w:rsidRPr="004F0098">
        <w:rPr>
          <w:noProof w:val="0"/>
          <w:sz w:val="20"/>
          <w:lang w:val="hr-HR"/>
        </w:rPr>
        <w:t>.</w:t>
      </w:r>
    </w:p>
    <w:p w14:paraId="3B1BBF96" w14:textId="77777777" w:rsidR="00511C17" w:rsidRPr="004F0098" w:rsidRDefault="00511C17" w:rsidP="00511C17">
      <w:pPr>
        <w:pStyle w:val="Els-reference"/>
        <w:tabs>
          <w:tab w:val="clear" w:pos="312"/>
          <w:tab w:val="left" w:pos="426"/>
        </w:tabs>
        <w:spacing w:line="240" w:lineRule="auto"/>
        <w:ind w:left="425" w:hanging="425"/>
        <w:jc w:val="both"/>
        <w:rPr>
          <w:noProof w:val="0"/>
          <w:sz w:val="20"/>
          <w:lang w:val="hr-HR"/>
        </w:rPr>
      </w:pPr>
      <w:r w:rsidRPr="004F0098">
        <w:rPr>
          <w:noProof w:val="0"/>
          <w:sz w:val="20"/>
          <w:lang w:val="hr-HR"/>
        </w:rPr>
        <w:t>[8]</w:t>
      </w:r>
      <w:r w:rsidRPr="004F0098">
        <w:rPr>
          <w:noProof w:val="0"/>
          <w:sz w:val="20"/>
          <w:lang w:val="hr-HR"/>
        </w:rPr>
        <w:tab/>
      </w:r>
      <w:proofErr w:type="spellStart"/>
      <w:r w:rsidRPr="004F0098">
        <w:rPr>
          <w:noProof w:val="0"/>
          <w:sz w:val="20"/>
          <w:lang w:val="hr-HR"/>
        </w:rPr>
        <w:t>Grabenweger</w:t>
      </w:r>
      <w:proofErr w:type="spellEnd"/>
      <w:r w:rsidRPr="004F0098">
        <w:rPr>
          <w:noProof w:val="0"/>
          <w:sz w:val="20"/>
          <w:lang w:val="hr-HR"/>
        </w:rPr>
        <w:t xml:space="preserve">, J.; </w:t>
      </w:r>
      <w:proofErr w:type="spellStart"/>
      <w:r w:rsidRPr="004F0098">
        <w:rPr>
          <w:noProof w:val="0"/>
          <w:sz w:val="20"/>
          <w:lang w:val="hr-HR"/>
        </w:rPr>
        <w:t>Tabucanon</w:t>
      </w:r>
      <w:proofErr w:type="spellEnd"/>
      <w:r w:rsidRPr="004F0098">
        <w:rPr>
          <w:noProof w:val="0"/>
          <w:sz w:val="20"/>
          <w:lang w:val="hr-HR"/>
        </w:rPr>
        <w:t>, M. &amp; Schmidt, P. (</w:t>
      </w:r>
      <w:proofErr w:type="spellStart"/>
      <w:r w:rsidRPr="004F0098">
        <w:rPr>
          <w:noProof w:val="0"/>
          <w:sz w:val="20"/>
          <w:lang w:val="hr-HR"/>
        </w:rPr>
        <w:t>Year</w:t>
      </w:r>
      <w:proofErr w:type="spellEnd"/>
      <w:r w:rsidRPr="004F0098">
        <w:rPr>
          <w:noProof w:val="0"/>
          <w:sz w:val="20"/>
          <w:lang w:val="hr-HR"/>
        </w:rPr>
        <w:t xml:space="preserve"> if </w:t>
      </w:r>
      <w:proofErr w:type="spellStart"/>
      <w:r w:rsidRPr="004F0098">
        <w:rPr>
          <w:noProof w:val="0"/>
          <w:sz w:val="20"/>
          <w:lang w:val="hr-HR"/>
        </w:rPr>
        <w:t>known</w:t>
      </w:r>
      <w:proofErr w:type="spellEnd"/>
      <w:r w:rsidRPr="004F0098">
        <w:rPr>
          <w:noProof w:val="0"/>
          <w:sz w:val="20"/>
          <w:lang w:val="hr-HR"/>
        </w:rPr>
        <w:t xml:space="preserve">). Title of </w:t>
      </w:r>
      <w:proofErr w:type="spellStart"/>
      <w:r w:rsidRPr="004F0098">
        <w:rPr>
          <w:noProof w:val="0"/>
          <w:sz w:val="20"/>
          <w:lang w:val="hr-HR"/>
        </w:rPr>
        <w:t>paper</w:t>
      </w:r>
      <w:proofErr w:type="spellEnd"/>
      <w:r w:rsidRPr="004F0098">
        <w:rPr>
          <w:noProof w:val="0"/>
          <w:sz w:val="20"/>
          <w:lang w:val="hr-HR"/>
        </w:rPr>
        <w:t xml:space="preserve"> </w:t>
      </w:r>
      <w:proofErr w:type="spellStart"/>
      <w:r w:rsidRPr="004F0098">
        <w:rPr>
          <w:noProof w:val="0"/>
          <w:sz w:val="20"/>
          <w:lang w:val="hr-HR"/>
        </w:rPr>
        <w:t>with</w:t>
      </w:r>
      <w:proofErr w:type="spellEnd"/>
      <w:r w:rsidRPr="004F0098">
        <w:rPr>
          <w:noProof w:val="0"/>
          <w:sz w:val="20"/>
          <w:lang w:val="hr-HR"/>
        </w:rPr>
        <w:t xml:space="preserve"> </w:t>
      </w:r>
      <w:proofErr w:type="spellStart"/>
      <w:r w:rsidRPr="004F0098">
        <w:rPr>
          <w:noProof w:val="0"/>
          <w:sz w:val="20"/>
          <w:lang w:val="hr-HR"/>
        </w:rPr>
        <w:t>only</w:t>
      </w:r>
      <w:proofErr w:type="spellEnd"/>
      <w:r w:rsidRPr="004F0098">
        <w:rPr>
          <w:noProof w:val="0"/>
          <w:sz w:val="20"/>
          <w:lang w:val="hr-HR"/>
        </w:rPr>
        <w:t xml:space="preserve"> </w:t>
      </w:r>
      <w:proofErr w:type="spellStart"/>
      <w:r w:rsidRPr="004F0098">
        <w:rPr>
          <w:noProof w:val="0"/>
          <w:sz w:val="20"/>
          <w:lang w:val="hr-HR"/>
        </w:rPr>
        <w:t>first</w:t>
      </w:r>
      <w:proofErr w:type="spellEnd"/>
      <w:r w:rsidRPr="004F0098">
        <w:rPr>
          <w:noProof w:val="0"/>
          <w:sz w:val="20"/>
          <w:lang w:val="hr-HR"/>
        </w:rPr>
        <w:t xml:space="preserve"> word </w:t>
      </w:r>
      <w:proofErr w:type="spellStart"/>
      <w:r w:rsidRPr="004F0098">
        <w:rPr>
          <w:noProof w:val="0"/>
          <w:sz w:val="20"/>
          <w:lang w:val="hr-HR"/>
        </w:rPr>
        <w:t>capitalized</w:t>
      </w:r>
      <w:proofErr w:type="spellEnd"/>
      <w:r w:rsidRPr="004F0098">
        <w:rPr>
          <w:noProof w:val="0"/>
          <w:sz w:val="20"/>
          <w:lang w:val="hr-HR"/>
        </w:rPr>
        <w:t xml:space="preserve">, Journal Name Standard </w:t>
      </w:r>
      <w:proofErr w:type="spellStart"/>
      <w:r w:rsidRPr="004F0098">
        <w:rPr>
          <w:noProof w:val="0"/>
          <w:sz w:val="20"/>
          <w:lang w:val="hr-HR"/>
        </w:rPr>
        <w:t>Abbreviation</w:t>
      </w:r>
      <w:proofErr w:type="spellEnd"/>
      <w:r w:rsidRPr="004F0098">
        <w:rPr>
          <w:noProof w:val="0"/>
          <w:sz w:val="20"/>
          <w:lang w:val="hr-HR"/>
        </w:rPr>
        <w:t>, in press</w:t>
      </w:r>
    </w:p>
    <w:p w14:paraId="3291B8E8" w14:textId="77777777" w:rsidR="00511C17" w:rsidRPr="004F0098" w:rsidRDefault="00511C17" w:rsidP="00511C17">
      <w:pPr>
        <w:pStyle w:val="Els-reference"/>
        <w:tabs>
          <w:tab w:val="clear" w:pos="312"/>
          <w:tab w:val="left" w:pos="426"/>
        </w:tabs>
        <w:spacing w:line="240" w:lineRule="auto"/>
        <w:ind w:left="425" w:hanging="425"/>
        <w:jc w:val="both"/>
        <w:rPr>
          <w:noProof w:val="0"/>
          <w:sz w:val="20"/>
          <w:lang w:val="hr-HR"/>
        </w:rPr>
      </w:pPr>
      <w:r w:rsidRPr="004F0098">
        <w:rPr>
          <w:noProof w:val="0"/>
          <w:sz w:val="20"/>
          <w:lang w:val="hr-HR"/>
        </w:rPr>
        <w:t>[9]</w:t>
      </w:r>
      <w:r w:rsidRPr="004F0098">
        <w:rPr>
          <w:noProof w:val="0"/>
          <w:sz w:val="20"/>
          <w:lang w:val="hr-HR"/>
        </w:rPr>
        <w:tab/>
      </w:r>
      <w:proofErr w:type="spellStart"/>
      <w:r w:rsidRPr="004F0098">
        <w:rPr>
          <w:noProof w:val="0"/>
          <w:sz w:val="20"/>
          <w:lang w:val="hr-HR"/>
        </w:rPr>
        <w:t>Bleicher</w:t>
      </w:r>
      <w:proofErr w:type="spellEnd"/>
      <w:r w:rsidRPr="004F0098">
        <w:rPr>
          <w:noProof w:val="0"/>
          <w:sz w:val="20"/>
          <w:lang w:val="hr-HR"/>
        </w:rPr>
        <w:t xml:space="preserve">, F.; </w:t>
      </w:r>
      <w:proofErr w:type="spellStart"/>
      <w:r w:rsidRPr="004F0098">
        <w:rPr>
          <w:noProof w:val="0"/>
          <w:sz w:val="20"/>
          <w:lang w:val="hr-HR"/>
        </w:rPr>
        <w:t>Kittl</w:t>
      </w:r>
      <w:proofErr w:type="spellEnd"/>
      <w:r w:rsidRPr="004F0098">
        <w:rPr>
          <w:noProof w:val="0"/>
          <w:sz w:val="20"/>
          <w:lang w:val="hr-HR"/>
        </w:rPr>
        <w:t xml:space="preserve">, B. &amp; </w:t>
      </w:r>
      <w:proofErr w:type="spellStart"/>
      <w:r w:rsidRPr="004F0098">
        <w:rPr>
          <w:noProof w:val="0"/>
          <w:sz w:val="20"/>
          <w:lang w:val="hr-HR"/>
        </w:rPr>
        <w:t>Durakbasa</w:t>
      </w:r>
      <w:proofErr w:type="spellEnd"/>
      <w:r w:rsidRPr="004F0098">
        <w:rPr>
          <w:noProof w:val="0"/>
          <w:sz w:val="20"/>
          <w:lang w:val="hr-HR"/>
        </w:rPr>
        <w:t>, N. M. (</w:t>
      </w:r>
      <w:proofErr w:type="spellStart"/>
      <w:r w:rsidRPr="004F0098">
        <w:rPr>
          <w:noProof w:val="0"/>
          <w:sz w:val="20"/>
          <w:lang w:val="hr-HR"/>
        </w:rPr>
        <w:t>Year</w:t>
      </w:r>
      <w:proofErr w:type="spellEnd"/>
      <w:r w:rsidRPr="004F0098">
        <w:rPr>
          <w:noProof w:val="0"/>
          <w:sz w:val="20"/>
          <w:lang w:val="hr-HR"/>
        </w:rPr>
        <w:t xml:space="preserve">). </w:t>
      </w:r>
      <w:proofErr w:type="spellStart"/>
      <w:r w:rsidRPr="004F0098">
        <w:rPr>
          <w:noProof w:val="0"/>
          <w:sz w:val="20"/>
          <w:lang w:val="hr-HR"/>
        </w:rPr>
        <w:t>Balanced</w:t>
      </w:r>
      <w:proofErr w:type="spellEnd"/>
      <w:r w:rsidRPr="004F0098">
        <w:rPr>
          <w:noProof w:val="0"/>
          <w:sz w:val="20"/>
          <w:lang w:val="hr-HR"/>
        </w:rPr>
        <w:t xml:space="preserve"> </w:t>
      </w:r>
      <w:proofErr w:type="spellStart"/>
      <w:r w:rsidRPr="004F0098">
        <w:rPr>
          <w:noProof w:val="0"/>
          <w:sz w:val="20"/>
          <w:lang w:val="hr-HR"/>
        </w:rPr>
        <w:t>Manufacturing</w:t>
      </w:r>
      <w:proofErr w:type="spellEnd"/>
      <w:r w:rsidRPr="004F0098">
        <w:rPr>
          <w:noProof w:val="0"/>
          <w:sz w:val="20"/>
          <w:lang w:val="hr-HR"/>
        </w:rPr>
        <w:t xml:space="preserve">, IFT - </w:t>
      </w:r>
      <w:proofErr w:type="spellStart"/>
      <w:r w:rsidRPr="004F0098">
        <w:rPr>
          <w:noProof w:val="0"/>
          <w:sz w:val="20"/>
          <w:lang w:val="hr-HR"/>
        </w:rPr>
        <w:t>Vienna</w:t>
      </w:r>
      <w:proofErr w:type="spellEnd"/>
      <w:r w:rsidRPr="004F0098">
        <w:rPr>
          <w:noProof w:val="0"/>
          <w:sz w:val="20"/>
          <w:lang w:val="hr-HR"/>
        </w:rPr>
        <w:t xml:space="preserve"> University of Technology, </w:t>
      </w:r>
      <w:proofErr w:type="spellStart"/>
      <w:r w:rsidRPr="004F0098">
        <w:rPr>
          <w:noProof w:val="0"/>
          <w:sz w:val="20"/>
          <w:lang w:val="hr-HR"/>
        </w:rPr>
        <w:t>Report</w:t>
      </w:r>
      <w:proofErr w:type="spellEnd"/>
      <w:r w:rsidRPr="004F0098">
        <w:rPr>
          <w:noProof w:val="0"/>
          <w:sz w:val="20"/>
          <w:lang w:val="hr-HR"/>
        </w:rPr>
        <w:t xml:space="preserve">, </w:t>
      </w:r>
      <w:proofErr w:type="spellStart"/>
      <w:r w:rsidRPr="004F0098">
        <w:rPr>
          <w:noProof w:val="0"/>
          <w:sz w:val="20"/>
          <w:lang w:val="hr-HR"/>
        </w:rPr>
        <w:t>unpublished</w:t>
      </w:r>
      <w:proofErr w:type="spellEnd"/>
    </w:p>
    <w:p w14:paraId="1B6F66D6" w14:textId="77777777" w:rsidR="00511C17" w:rsidRPr="004F0098" w:rsidRDefault="00511C17" w:rsidP="00511C17">
      <w:pPr>
        <w:pStyle w:val="Els-reference"/>
        <w:tabs>
          <w:tab w:val="clear" w:pos="312"/>
          <w:tab w:val="left" w:pos="426"/>
        </w:tabs>
        <w:spacing w:line="240" w:lineRule="auto"/>
        <w:ind w:left="425" w:hanging="425"/>
        <w:jc w:val="both"/>
        <w:rPr>
          <w:noProof w:val="0"/>
          <w:sz w:val="20"/>
          <w:lang w:val="hr-HR"/>
        </w:rPr>
      </w:pPr>
      <w:r w:rsidRPr="004F0098">
        <w:rPr>
          <w:noProof w:val="0"/>
          <w:sz w:val="20"/>
          <w:lang w:val="hr-HR"/>
        </w:rPr>
        <w:t>[10]</w:t>
      </w:r>
      <w:r w:rsidRPr="004F0098">
        <w:rPr>
          <w:noProof w:val="0"/>
          <w:sz w:val="20"/>
          <w:lang w:val="hr-HR"/>
        </w:rPr>
        <w:tab/>
      </w:r>
      <w:proofErr w:type="spellStart"/>
      <w:r w:rsidRPr="004F0098">
        <w:rPr>
          <w:noProof w:val="0"/>
          <w:sz w:val="20"/>
          <w:lang w:val="hr-HR"/>
        </w:rPr>
        <w:t>Schmid</w:t>
      </w:r>
      <w:proofErr w:type="spellEnd"/>
      <w:r w:rsidRPr="004F0098">
        <w:rPr>
          <w:noProof w:val="0"/>
          <w:sz w:val="20"/>
          <w:lang w:val="hr-HR"/>
        </w:rPr>
        <w:t xml:space="preserve">, J., Jones, B. &amp; Braun, J. (2018). The title of the </w:t>
      </w:r>
      <w:proofErr w:type="spellStart"/>
      <w:r w:rsidRPr="004F0098">
        <w:rPr>
          <w:noProof w:val="0"/>
          <w:sz w:val="20"/>
          <w:lang w:val="hr-HR"/>
        </w:rPr>
        <w:t>journal</w:t>
      </w:r>
      <w:proofErr w:type="spellEnd"/>
      <w:r w:rsidRPr="004F0098">
        <w:rPr>
          <w:noProof w:val="0"/>
          <w:sz w:val="20"/>
          <w:lang w:val="hr-HR"/>
        </w:rPr>
        <w:t xml:space="preserve"> </w:t>
      </w:r>
      <w:proofErr w:type="spellStart"/>
      <w:r w:rsidRPr="004F0098">
        <w:rPr>
          <w:noProof w:val="0"/>
          <w:sz w:val="20"/>
          <w:lang w:val="hr-HR"/>
        </w:rPr>
        <w:t>paper</w:t>
      </w:r>
      <w:proofErr w:type="spellEnd"/>
      <w:r w:rsidRPr="004F0098">
        <w:rPr>
          <w:noProof w:val="0"/>
          <w:sz w:val="20"/>
          <w:lang w:val="hr-HR"/>
        </w:rPr>
        <w:t>”, Journal Name, Vol. 24, No. 11, 2008, pp. 1872-1880., ISSN, DOI</w:t>
      </w:r>
    </w:p>
    <w:p w14:paraId="1BC8EF52" w14:textId="77777777" w:rsidR="00511C17" w:rsidRPr="004F0098" w:rsidRDefault="00511C17" w:rsidP="00511C17">
      <w:pPr>
        <w:pStyle w:val="Els-reference"/>
        <w:tabs>
          <w:tab w:val="clear" w:pos="312"/>
          <w:tab w:val="left" w:pos="426"/>
        </w:tabs>
        <w:spacing w:line="240" w:lineRule="auto"/>
        <w:ind w:left="425" w:hanging="425"/>
        <w:jc w:val="both"/>
        <w:rPr>
          <w:noProof w:val="0"/>
          <w:sz w:val="20"/>
          <w:lang w:val="hr-HR"/>
        </w:rPr>
      </w:pPr>
      <w:r w:rsidRPr="004F0098">
        <w:rPr>
          <w:noProof w:val="0"/>
          <w:sz w:val="20"/>
          <w:lang w:val="hr-HR"/>
        </w:rPr>
        <w:t>[11]</w:t>
      </w:r>
      <w:r w:rsidRPr="004F0098">
        <w:rPr>
          <w:noProof w:val="0"/>
          <w:sz w:val="20"/>
          <w:lang w:val="hr-HR"/>
        </w:rPr>
        <w:tab/>
        <w:t xml:space="preserve">Nagla, K. S.; Jones, B.; </w:t>
      </w:r>
      <w:proofErr w:type="spellStart"/>
      <w:r w:rsidRPr="004F0098">
        <w:rPr>
          <w:noProof w:val="0"/>
          <w:sz w:val="20"/>
          <w:lang w:val="hr-HR"/>
        </w:rPr>
        <w:t>Torims</w:t>
      </w:r>
      <w:proofErr w:type="spellEnd"/>
      <w:r w:rsidRPr="004F0098">
        <w:rPr>
          <w:noProof w:val="0"/>
          <w:sz w:val="20"/>
          <w:lang w:val="hr-HR"/>
        </w:rPr>
        <w:t xml:space="preserve">, T. &amp; Brown, J. (2016). Title of the </w:t>
      </w:r>
      <w:proofErr w:type="spellStart"/>
      <w:r w:rsidRPr="004F0098">
        <w:rPr>
          <w:noProof w:val="0"/>
          <w:sz w:val="20"/>
          <w:lang w:val="hr-HR"/>
        </w:rPr>
        <w:t>report</w:t>
      </w:r>
      <w:proofErr w:type="spellEnd"/>
      <w:r w:rsidRPr="004F0098">
        <w:rPr>
          <w:noProof w:val="0"/>
          <w:sz w:val="20"/>
          <w:lang w:val="hr-HR"/>
        </w:rPr>
        <w:t xml:space="preserve">, Company/Lab </w:t>
      </w:r>
      <w:proofErr w:type="spellStart"/>
      <w:r w:rsidRPr="004F0098">
        <w:rPr>
          <w:noProof w:val="0"/>
          <w:sz w:val="20"/>
          <w:lang w:val="hr-HR"/>
        </w:rPr>
        <w:t>name</w:t>
      </w:r>
      <w:proofErr w:type="spellEnd"/>
      <w:r w:rsidRPr="004F0098">
        <w:rPr>
          <w:noProof w:val="0"/>
          <w:sz w:val="20"/>
          <w:lang w:val="hr-HR"/>
        </w:rPr>
        <w:t xml:space="preserve">, </w:t>
      </w:r>
      <w:proofErr w:type="spellStart"/>
      <w:r w:rsidRPr="004F0098">
        <w:rPr>
          <w:noProof w:val="0"/>
          <w:sz w:val="20"/>
          <w:lang w:val="hr-HR"/>
        </w:rPr>
        <w:t>Identification</w:t>
      </w:r>
      <w:proofErr w:type="spellEnd"/>
      <w:r w:rsidRPr="004F0098">
        <w:rPr>
          <w:noProof w:val="0"/>
          <w:sz w:val="20"/>
          <w:lang w:val="hr-HR"/>
        </w:rPr>
        <w:t xml:space="preserve"> </w:t>
      </w:r>
      <w:proofErr w:type="spellStart"/>
      <w:r w:rsidRPr="004F0098">
        <w:rPr>
          <w:noProof w:val="0"/>
          <w:sz w:val="20"/>
          <w:lang w:val="hr-HR"/>
        </w:rPr>
        <w:t>code</w:t>
      </w:r>
      <w:proofErr w:type="spellEnd"/>
      <w:r w:rsidRPr="004F0098">
        <w:rPr>
          <w:noProof w:val="0"/>
          <w:sz w:val="20"/>
          <w:lang w:val="hr-HR"/>
        </w:rPr>
        <w:t xml:space="preserve"> </w:t>
      </w:r>
      <w:proofErr w:type="spellStart"/>
      <w:r w:rsidRPr="004F0098">
        <w:rPr>
          <w:noProof w:val="0"/>
          <w:sz w:val="20"/>
          <w:lang w:val="hr-HR"/>
        </w:rPr>
        <w:t>if</w:t>
      </w:r>
      <w:proofErr w:type="spellEnd"/>
      <w:r w:rsidRPr="004F0098">
        <w:rPr>
          <w:noProof w:val="0"/>
          <w:sz w:val="20"/>
          <w:lang w:val="hr-HR"/>
        </w:rPr>
        <w:t xml:space="preserve"> </w:t>
      </w:r>
      <w:proofErr w:type="spellStart"/>
      <w:r w:rsidRPr="004F0098">
        <w:rPr>
          <w:noProof w:val="0"/>
          <w:sz w:val="20"/>
          <w:lang w:val="hr-HR"/>
        </w:rPr>
        <w:t>any</w:t>
      </w:r>
      <w:proofErr w:type="spellEnd"/>
    </w:p>
    <w:p w14:paraId="0691CC86" w14:textId="77777777" w:rsidR="00511C17" w:rsidRPr="004F0098" w:rsidRDefault="00511C17" w:rsidP="00511C17">
      <w:pPr>
        <w:pStyle w:val="Els-reference"/>
        <w:tabs>
          <w:tab w:val="clear" w:pos="312"/>
          <w:tab w:val="left" w:pos="426"/>
        </w:tabs>
        <w:spacing w:line="240" w:lineRule="auto"/>
        <w:ind w:left="425" w:hanging="425"/>
        <w:jc w:val="both"/>
        <w:rPr>
          <w:noProof w:val="0"/>
          <w:sz w:val="20"/>
          <w:lang w:val="hr-HR"/>
        </w:rPr>
      </w:pPr>
      <w:r w:rsidRPr="004F0098">
        <w:rPr>
          <w:noProof w:val="0"/>
          <w:sz w:val="20"/>
          <w:lang w:val="hr-HR"/>
        </w:rPr>
        <w:t>[12]</w:t>
      </w:r>
      <w:r w:rsidRPr="004F0098">
        <w:rPr>
          <w:noProof w:val="0"/>
          <w:sz w:val="20"/>
          <w:lang w:val="hr-HR"/>
        </w:rPr>
        <w:tab/>
      </w:r>
      <w:proofErr w:type="spellStart"/>
      <w:r w:rsidRPr="004F0098">
        <w:rPr>
          <w:noProof w:val="0"/>
          <w:sz w:val="20"/>
          <w:lang w:val="hr-HR"/>
        </w:rPr>
        <w:t>Takakuwa</w:t>
      </w:r>
      <w:proofErr w:type="spellEnd"/>
      <w:r w:rsidRPr="004F0098">
        <w:rPr>
          <w:noProof w:val="0"/>
          <w:sz w:val="20"/>
          <w:lang w:val="hr-HR"/>
        </w:rPr>
        <w:t xml:space="preserve">, S. T. (2016). Title of the </w:t>
      </w:r>
      <w:proofErr w:type="spellStart"/>
      <w:r w:rsidRPr="004F0098">
        <w:rPr>
          <w:noProof w:val="0"/>
          <w:sz w:val="20"/>
          <w:lang w:val="hr-HR"/>
        </w:rPr>
        <w:t>thesis</w:t>
      </w:r>
      <w:proofErr w:type="spellEnd"/>
      <w:r w:rsidRPr="004F0098">
        <w:rPr>
          <w:noProof w:val="0"/>
          <w:sz w:val="20"/>
          <w:lang w:val="hr-HR"/>
        </w:rPr>
        <w:t xml:space="preserve">, </w:t>
      </w:r>
      <w:proofErr w:type="spellStart"/>
      <w:r w:rsidRPr="004F0098">
        <w:rPr>
          <w:noProof w:val="0"/>
          <w:sz w:val="20"/>
          <w:lang w:val="hr-HR"/>
        </w:rPr>
        <w:t>Ph.D</w:t>
      </w:r>
      <w:proofErr w:type="spellEnd"/>
      <w:r w:rsidRPr="004F0098">
        <w:rPr>
          <w:noProof w:val="0"/>
          <w:sz w:val="20"/>
          <w:lang w:val="hr-HR"/>
        </w:rPr>
        <w:t xml:space="preserve">. </w:t>
      </w:r>
      <w:proofErr w:type="spellStart"/>
      <w:r w:rsidRPr="004F0098">
        <w:rPr>
          <w:noProof w:val="0"/>
          <w:sz w:val="20"/>
          <w:lang w:val="hr-HR"/>
        </w:rPr>
        <w:t>Dissertation</w:t>
      </w:r>
      <w:proofErr w:type="spellEnd"/>
      <w:r w:rsidRPr="004F0098">
        <w:rPr>
          <w:noProof w:val="0"/>
          <w:sz w:val="20"/>
          <w:lang w:val="hr-HR"/>
        </w:rPr>
        <w:t xml:space="preserve">, Department, University, City, </w:t>
      </w:r>
      <w:proofErr w:type="spellStart"/>
      <w:r w:rsidRPr="004F0098">
        <w:rPr>
          <w:noProof w:val="0"/>
          <w:sz w:val="20"/>
          <w:lang w:val="hr-HR"/>
        </w:rPr>
        <w:t>Country</w:t>
      </w:r>
      <w:proofErr w:type="spellEnd"/>
    </w:p>
    <w:p w14:paraId="225FD8D8" w14:textId="77777777" w:rsidR="00511C17" w:rsidRPr="004F0098" w:rsidRDefault="00511C17" w:rsidP="00511C17">
      <w:pPr>
        <w:pStyle w:val="Els-reference"/>
        <w:tabs>
          <w:tab w:val="clear" w:pos="312"/>
          <w:tab w:val="left" w:pos="426"/>
        </w:tabs>
        <w:spacing w:line="240" w:lineRule="auto"/>
        <w:ind w:left="425" w:hanging="425"/>
        <w:jc w:val="both"/>
        <w:rPr>
          <w:noProof w:val="0"/>
          <w:sz w:val="20"/>
          <w:lang w:val="hr-HR"/>
        </w:rPr>
      </w:pPr>
      <w:r w:rsidRPr="004F0098">
        <w:rPr>
          <w:noProof w:val="0"/>
          <w:sz w:val="20"/>
          <w:lang w:val="hr-HR"/>
        </w:rPr>
        <w:t>[13]</w:t>
      </w:r>
      <w:r w:rsidRPr="004F0098">
        <w:rPr>
          <w:noProof w:val="0"/>
          <w:sz w:val="20"/>
          <w:lang w:val="hr-HR"/>
        </w:rPr>
        <w:tab/>
        <w:t xml:space="preserve">Young, M., The </w:t>
      </w:r>
      <w:proofErr w:type="spellStart"/>
      <w:r w:rsidRPr="004F0098">
        <w:rPr>
          <w:noProof w:val="0"/>
          <w:sz w:val="20"/>
          <w:lang w:val="hr-HR"/>
        </w:rPr>
        <w:t>technical</w:t>
      </w:r>
      <w:proofErr w:type="spellEnd"/>
      <w:r w:rsidRPr="004F0098">
        <w:rPr>
          <w:noProof w:val="0"/>
          <w:sz w:val="20"/>
          <w:lang w:val="hr-HR"/>
        </w:rPr>
        <w:t xml:space="preserve"> </w:t>
      </w:r>
      <w:proofErr w:type="spellStart"/>
      <w:r w:rsidRPr="004F0098">
        <w:rPr>
          <w:noProof w:val="0"/>
          <w:sz w:val="20"/>
          <w:lang w:val="hr-HR"/>
        </w:rPr>
        <w:t>writer's</w:t>
      </w:r>
      <w:proofErr w:type="spellEnd"/>
      <w:r w:rsidRPr="004F0098">
        <w:rPr>
          <w:noProof w:val="0"/>
          <w:sz w:val="20"/>
          <w:lang w:val="hr-HR"/>
        </w:rPr>
        <w:t xml:space="preserve"> </w:t>
      </w:r>
      <w:proofErr w:type="spellStart"/>
      <w:r w:rsidRPr="004F0098">
        <w:rPr>
          <w:noProof w:val="0"/>
          <w:sz w:val="20"/>
          <w:lang w:val="hr-HR"/>
        </w:rPr>
        <w:t>handbook</w:t>
      </w:r>
      <w:proofErr w:type="spellEnd"/>
      <w:r w:rsidRPr="004F0098">
        <w:rPr>
          <w:noProof w:val="0"/>
          <w:sz w:val="20"/>
          <w:lang w:val="hr-HR"/>
        </w:rPr>
        <w:t xml:space="preserve">. Mill </w:t>
      </w:r>
      <w:proofErr w:type="spellStart"/>
      <w:r w:rsidRPr="004F0098">
        <w:rPr>
          <w:noProof w:val="0"/>
          <w:sz w:val="20"/>
          <w:lang w:val="hr-HR"/>
        </w:rPr>
        <w:t>Valley</w:t>
      </w:r>
      <w:proofErr w:type="spellEnd"/>
      <w:r w:rsidRPr="004F0098">
        <w:rPr>
          <w:noProof w:val="0"/>
          <w:sz w:val="20"/>
          <w:lang w:val="hr-HR"/>
        </w:rPr>
        <w:t>, ISBN: 978-1-891389-21-4, CA: University Science, 2002.</w:t>
      </w:r>
    </w:p>
    <w:p w14:paraId="2638F7DB" w14:textId="39B9A05D" w:rsidR="00A00009" w:rsidRDefault="00A00009" w:rsidP="00182C05">
      <w:pPr>
        <w:pStyle w:val="Heading1"/>
        <w:rPr>
          <w:lang w:val="hr-HR"/>
        </w:rPr>
      </w:pPr>
    </w:p>
    <w:p w14:paraId="2149EFD8" w14:textId="77777777" w:rsidR="00246856" w:rsidRPr="00246856" w:rsidRDefault="00246856" w:rsidP="00246856"/>
    <w:sectPr w:rsidR="00246856" w:rsidRPr="00246856" w:rsidSect="006B7970">
      <w:headerReference w:type="default" r:id="rId10"/>
      <w:footerReference w:type="default" r:id="rId11"/>
      <w:headerReference w:type="first" r:id="rId12"/>
      <w:footerReference w:type="first" r:id="rId13"/>
      <w:pgSz w:w="11906" w:h="16838"/>
      <w:pgMar w:top="1243" w:right="1417" w:bottom="1417" w:left="1417" w:header="454" w:footer="73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F471F2" w14:textId="77777777" w:rsidR="00C0048F" w:rsidRDefault="00C0048F" w:rsidP="00313691">
      <w:pPr>
        <w:spacing w:after="0" w:line="240" w:lineRule="auto"/>
      </w:pPr>
      <w:r>
        <w:separator/>
      </w:r>
    </w:p>
  </w:endnote>
  <w:endnote w:type="continuationSeparator" w:id="0">
    <w:p w14:paraId="19526CB9" w14:textId="77777777" w:rsidR="00C0048F" w:rsidRDefault="00C0048F" w:rsidP="003136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7A735" w14:textId="77777777" w:rsidR="00551EC2" w:rsidRDefault="00551EC2">
    <w:pPr>
      <w:pStyle w:val="Footer"/>
    </w:pPr>
  </w:p>
  <w:p w14:paraId="37B6762B" w14:textId="77777777" w:rsidR="00551EC2" w:rsidRDefault="00551EC2" w:rsidP="00355DCB">
    <w:pPr>
      <w:pStyle w:val="Footer"/>
      <w:jc w:val="center"/>
      <w:rPr>
        <w:rFonts w:cs="Calibri"/>
      </w:rPr>
    </w:pPr>
    <w:r>
      <w:rPr>
        <w:rFonts w:cs="Calibri"/>
      </w:rPr>
      <w:fldChar w:fldCharType="begin"/>
    </w:r>
    <w:r>
      <w:rPr>
        <w:rFonts w:cs="Calibri"/>
      </w:rPr>
      <w:instrText xml:space="preserve"> PAGE  \* ArabicDash  \* MERGEFORMAT </w:instrText>
    </w:r>
    <w:r>
      <w:rPr>
        <w:rFonts w:cs="Calibri"/>
      </w:rPr>
      <w:fldChar w:fldCharType="separate"/>
    </w:r>
    <w:r w:rsidR="0078430F">
      <w:rPr>
        <w:rFonts w:cs="Calibri"/>
        <w:noProof/>
      </w:rPr>
      <w:t>- 2 -</w:t>
    </w:r>
    <w:r>
      <w:rPr>
        <w:rFonts w:cs="Calibri"/>
      </w:rPr>
      <w:fldChar w:fldCharType="end"/>
    </w:r>
  </w:p>
  <w:p w14:paraId="47935A9B" w14:textId="77777777" w:rsidR="00511C17" w:rsidRDefault="00511C17" w:rsidP="00511C17">
    <w:pPr>
      <w:pStyle w:val="Footer"/>
      <w:jc w:val="center"/>
    </w:pPr>
    <w:r>
      <w:rPr>
        <w:rFonts w:cs="Calibri"/>
      </w:rPr>
      <w:t xml:space="preserve">© </w:t>
    </w:r>
    <w:r>
      <w:t>Student, Ime i prezime</w:t>
    </w:r>
  </w:p>
  <w:p w14:paraId="4B75679C" w14:textId="47AB8921" w:rsidR="00551EC2" w:rsidRDefault="00F35CC5" w:rsidP="00511C17">
    <w:pPr>
      <w:pStyle w:val="Footer"/>
      <w:jc w:val="center"/>
    </w:pPr>
    <w:r>
      <w:t>Sve</w:t>
    </w:r>
    <w:r w:rsidR="00511C17">
      <w:t>učilište Algebra.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6A7106" w14:textId="35AF63FD" w:rsidR="00DD621F" w:rsidRDefault="00DD621F" w:rsidP="00DD621F">
    <w:pPr>
      <w:pStyle w:val="Footer"/>
      <w:jc w:val="center"/>
    </w:pPr>
    <w:r>
      <w:rPr>
        <w:rFonts w:cs="Calibri"/>
      </w:rPr>
      <w:t xml:space="preserve">© </w:t>
    </w:r>
    <w:r w:rsidR="00511C17">
      <w:t>Student, Ime i prezime</w:t>
    </w:r>
  </w:p>
  <w:p w14:paraId="533774F7" w14:textId="50A46A1A" w:rsidR="00551EC2" w:rsidRPr="00DD621F" w:rsidRDefault="00F35CC5" w:rsidP="00DD621F">
    <w:pPr>
      <w:pStyle w:val="Footer"/>
      <w:jc w:val="center"/>
    </w:pPr>
    <w:r>
      <w:t>Sve</w:t>
    </w:r>
    <w:r w:rsidR="00511C17">
      <w:t>učilište Algebra</w:t>
    </w:r>
    <w:r w:rsidR="00DD621F">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EC597" w14:textId="77777777" w:rsidR="00C0048F" w:rsidRDefault="00C0048F" w:rsidP="00313691">
      <w:pPr>
        <w:spacing w:after="0" w:line="240" w:lineRule="auto"/>
      </w:pPr>
      <w:r>
        <w:separator/>
      </w:r>
    </w:p>
  </w:footnote>
  <w:footnote w:type="continuationSeparator" w:id="0">
    <w:p w14:paraId="13213188" w14:textId="77777777" w:rsidR="00C0048F" w:rsidRDefault="00C0048F" w:rsidP="003136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841E45" w14:textId="055A996D" w:rsidR="00551EC2" w:rsidRDefault="00F35CC5">
    <w:pPr>
      <w:pStyle w:val="Header"/>
    </w:pPr>
    <w:r>
      <w:rPr>
        <w:noProof/>
      </w:rPr>
      <w:drawing>
        <wp:anchor distT="0" distB="0" distL="114300" distR="114300" simplePos="0" relativeHeight="251659264" behindDoc="1" locked="0" layoutInCell="1" allowOverlap="1" wp14:anchorId="007B71EA" wp14:editId="39411A48">
          <wp:simplePos x="0" y="0"/>
          <wp:positionH relativeFrom="margin">
            <wp:align>center</wp:align>
          </wp:positionH>
          <wp:positionV relativeFrom="paragraph">
            <wp:posOffset>-146077</wp:posOffset>
          </wp:positionV>
          <wp:extent cx="5760720" cy="818515"/>
          <wp:effectExtent l="0" t="0" r="0" b="635"/>
          <wp:wrapNone/>
          <wp:docPr id="145476693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185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8A023A" w14:textId="77777777" w:rsidR="00551EC2" w:rsidRDefault="00551E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4F768" w14:textId="6834017D" w:rsidR="00551EC2" w:rsidRDefault="00F35CC5">
    <w:pPr>
      <w:pStyle w:val="Header"/>
    </w:pPr>
    <w:r>
      <w:rPr>
        <w:noProof/>
      </w:rPr>
      <w:drawing>
        <wp:anchor distT="0" distB="0" distL="114300" distR="114300" simplePos="0" relativeHeight="251658240" behindDoc="1" locked="0" layoutInCell="1" allowOverlap="1" wp14:anchorId="007B71EA" wp14:editId="79D72408">
          <wp:simplePos x="0" y="0"/>
          <wp:positionH relativeFrom="margin">
            <wp:align>center</wp:align>
          </wp:positionH>
          <wp:positionV relativeFrom="paragraph">
            <wp:posOffset>-34759</wp:posOffset>
          </wp:positionV>
          <wp:extent cx="5760720" cy="818515"/>
          <wp:effectExtent l="0" t="0" r="0" b="635"/>
          <wp:wrapNone/>
          <wp:docPr id="9243277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185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C1442"/>
    <w:multiLevelType w:val="hybridMultilevel"/>
    <w:tmpl w:val="6F56B4C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1F35803"/>
    <w:multiLevelType w:val="hybridMultilevel"/>
    <w:tmpl w:val="240E74B4"/>
    <w:lvl w:ilvl="0" w:tplc="60AAD762">
      <w:start w:val="1"/>
      <w:numFmt w:val="decimal"/>
      <w:lvlText w:val="%1."/>
      <w:lvlJc w:val="left"/>
      <w:pPr>
        <w:ind w:left="720" w:hanging="360"/>
      </w:pPr>
      <w:rPr>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3624A20"/>
    <w:multiLevelType w:val="hybridMultilevel"/>
    <w:tmpl w:val="F32EBCE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E7C3567"/>
    <w:multiLevelType w:val="hybridMultilevel"/>
    <w:tmpl w:val="28D62496"/>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2ED288F"/>
    <w:multiLevelType w:val="hybridMultilevel"/>
    <w:tmpl w:val="11A66FF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3176248"/>
    <w:multiLevelType w:val="hybridMultilevel"/>
    <w:tmpl w:val="037AAE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7A8182C"/>
    <w:multiLevelType w:val="hybridMultilevel"/>
    <w:tmpl w:val="240E74B4"/>
    <w:lvl w:ilvl="0" w:tplc="60AAD762">
      <w:start w:val="1"/>
      <w:numFmt w:val="decimal"/>
      <w:lvlText w:val="%1."/>
      <w:lvlJc w:val="left"/>
      <w:pPr>
        <w:ind w:left="720" w:hanging="360"/>
      </w:pPr>
      <w:rPr>
        <w:b w:val="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82C559A"/>
    <w:multiLevelType w:val="hybridMultilevel"/>
    <w:tmpl w:val="E30E4B9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91D01B5"/>
    <w:multiLevelType w:val="hybridMultilevel"/>
    <w:tmpl w:val="4B963B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CE62A8B"/>
    <w:multiLevelType w:val="hybridMultilevel"/>
    <w:tmpl w:val="A3CC768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64E14D2"/>
    <w:multiLevelType w:val="hybridMultilevel"/>
    <w:tmpl w:val="FCB2C286"/>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5077135"/>
    <w:multiLevelType w:val="hybridMultilevel"/>
    <w:tmpl w:val="AE2E92A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532593C"/>
    <w:multiLevelType w:val="hybridMultilevel"/>
    <w:tmpl w:val="7AC4306C"/>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8052E91"/>
    <w:multiLevelType w:val="hybridMultilevel"/>
    <w:tmpl w:val="7714D0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4B1BA6"/>
    <w:multiLevelType w:val="hybridMultilevel"/>
    <w:tmpl w:val="E66685A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8BA4E29"/>
    <w:multiLevelType w:val="hybridMultilevel"/>
    <w:tmpl w:val="01BE0CE2"/>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B814E8F"/>
    <w:multiLevelType w:val="hybridMultilevel"/>
    <w:tmpl w:val="A6941F1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060354D"/>
    <w:multiLevelType w:val="hybridMultilevel"/>
    <w:tmpl w:val="7F3813F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0C60FE1"/>
    <w:multiLevelType w:val="multilevel"/>
    <w:tmpl w:val="89783B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13700A7"/>
    <w:multiLevelType w:val="multilevel"/>
    <w:tmpl w:val="365A6F4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51B25A72"/>
    <w:multiLevelType w:val="hybridMultilevel"/>
    <w:tmpl w:val="AE2E92A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4AB6C8A"/>
    <w:multiLevelType w:val="hybridMultilevel"/>
    <w:tmpl w:val="6482487C"/>
    <w:lvl w:ilvl="0" w:tplc="041A000F">
      <w:start w:val="1"/>
      <w:numFmt w:val="decimal"/>
      <w:lvlText w:val="%1."/>
      <w:lvlJc w:val="left"/>
      <w:pPr>
        <w:ind w:left="1080" w:hanging="360"/>
      </w:p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2" w15:restartNumberingAfterBreak="0">
    <w:nsid w:val="556960DE"/>
    <w:multiLevelType w:val="hybridMultilevel"/>
    <w:tmpl w:val="CDA00C2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9AA224C"/>
    <w:multiLevelType w:val="hybridMultilevel"/>
    <w:tmpl w:val="002AA57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CD94208"/>
    <w:multiLevelType w:val="hybridMultilevel"/>
    <w:tmpl w:val="F32EBCE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5A96137"/>
    <w:multiLevelType w:val="hybridMultilevel"/>
    <w:tmpl w:val="DE66A9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77D6B61"/>
    <w:multiLevelType w:val="hybridMultilevel"/>
    <w:tmpl w:val="B552A61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8682951"/>
    <w:multiLevelType w:val="hybridMultilevel"/>
    <w:tmpl w:val="DA905502"/>
    <w:lvl w:ilvl="0" w:tplc="041A000F">
      <w:start w:val="1"/>
      <w:numFmt w:val="decimal"/>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8" w15:restartNumberingAfterBreak="0">
    <w:nsid w:val="6967730A"/>
    <w:multiLevelType w:val="hybridMultilevel"/>
    <w:tmpl w:val="FCB2C286"/>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13428DD"/>
    <w:multiLevelType w:val="hybridMultilevel"/>
    <w:tmpl w:val="1DE6840C"/>
    <w:lvl w:ilvl="0" w:tplc="9FDC3F9E">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17722C2"/>
    <w:multiLevelType w:val="hybridMultilevel"/>
    <w:tmpl w:val="32900BB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8B50568"/>
    <w:multiLevelType w:val="hybridMultilevel"/>
    <w:tmpl w:val="56AC6CA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9E102EB"/>
    <w:multiLevelType w:val="hybridMultilevel"/>
    <w:tmpl w:val="9DCC3F3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DC0109F"/>
    <w:multiLevelType w:val="hybridMultilevel"/>
    <w:tmpl w:val="B6EA9DA0"/>
    <w:lvl w:ilvl="0" w:tplc="E0827758">
      <w:start w:val="1"/>
      <w:numFmt w:val="decimal"/>
      <w:lvlText w:val="%1."/>
      <w:lvlJc w:val="left"/>
      <w:pPr>
        <w:ind w:left="720" w:hanging="360"/>
      </w:pPr>
      <w:rPr>
        <w:rFonts w:ascii="Calibri" w:eastAsia="Calibri" w:hAnsi="Calibri" w:hint="default"/>
        <w:b w:val="0"/>
        <w:color w:val="auto"/>
        <w:sz w:val="22"/>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FDD06DF"/>
    <w:multiLevelType w:val="hybridMultilevel"/>
    <w:tmpl w:val="AE9E860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830756864">
    <w:abstractNumId w:val="16"/>
  </w:num>
  <w:num w:numId="2" w16cid:durableId="432944065">
    <w:abstractNumId w:val="3"/>
  </w:num>
  <w:num w:numId="3" w16cid:durableId="2137091818">
    <w:abstractNumId w:val="14"/>
  </w:num>
  <w:num w:numId="4" w16cid:durableId="1585992582">
    <w:abstractNumId w:val="9"/>
  </w:num>
  <w:num w:numId="5" w16cid:durableId="1134374106">
    <w:abstractNumId w:val="26"/>
  </w:num>
  <w:num w:numId="6" w16cid:durableId="629942066">
    <w:abstractNumId w:val="30"/>
  </w:num>
  <w:num w:numId="7" w16cid:durableId="167140250">
    <w:abstractNumId w:val="25"/>
  </w:num>
  <w:num w:numId="8" w16cid:durableId="1654019944">
    <w:abstractNumId w:val="0"/>
  </w:num>
  <w:num w:numId="9" w16cid:durableId="147523254">
    <w:abstractNumId w:val="6"/>
  </w:num>
  <w:num w:numId="10" w16cid:durableId="1522401789">
    <w:abstractNumId w:val="1"/>
  </w:num>
  <w:num w:numId="11" w16cid:durableId="1707674094">
    <w:abstractNumId w:val="21"/>
  </w:num>
  <w:num w:numId="12" w16cid:durableId="1818185440">
    <w:abstractNumId w:val="27"/>
  </w:num>
  <w:num w:numId="13" w16cid:durableId="267398907">
    <w:abstractNumId w:val="7"/>
  </w:num>
  <w:num w:numId="14" w16cid:durableId="1504858602">
    <w:abstractNumId w:val="8"/>
  </w:num>
  <w:num w:numId="15" w16cid:durableId="1030763849">
    <w:abstractNumId w:val="11"/>
  </w:num>
  <w:num w:numId="16" w16cid:durableId="402989123">
    <w:abstractNumId w:val="20"/>
  </w:num>
  <w:num w:numId="17" w16cid:durableId="300430621">
    <w:abstractNumId w:val="15"/>
  </w:num>
  <w:num w:numId="18" w16cid:durableId="1867937019">
    <w:abstractNumId w:val="23"/>
  </w:num>
  <w:num w:numId="19" w16cid:durableId="925384990">
    <w:abstractNumId w:val="5"/>
  </w:num>
  <w:num w:numId="20" w16cid:durableId="1830097949">
    <w:abstractNumId w:val="34"/>
  </w:num>
  <w:num w:numId="21" w16cid:durableId="1552811607">
    <w:abstractNumId w:val="17"/>
  </w:num>
  <w:num w:numId="22" w16cid:durableId="235436705">
    <w:abstractNumId w:val="22"/>
  </w:num>
  <w:num w:numId="23" w16cid:durableId="974798622">
    <w:abstractNumId w:val="33"/>
  </w:num>
  <w:num w:numId="24" w16cid:durableId="1490290530">
    <w:abstractNumId w:val="12"/>
  </w:num>
  <w:num w:numId="25" w16cid:durableId="1858618697">
    <w:abstractNumId w:val="4"/>
  </w:num>
  <w:num w:numId="26" w16cid:durableId="922765990">
    <w:abstractNumId w:val="2"/>
  </w:num>
  <w:num w:numId="27" w16cid:durableId="1919098633">
    <w:abstractNumId w:val="28"/>
  </w:num>
  <w:num w:numId="28" w16cid:durableId="1335838171">
    <w:abstractNumId w:val="10"/>
  </w:num>
  <w:num w:numId="29" w16cid:durableId="469985479">
    <w:abstractNumId w:val="24"/>
  </w:num>
  <w:num w:numId="30" w16cid:durableId="1880164439">
    <w:abstractNumId w:val="32"/>
  </w:num>
  <w:num w:numId="31" w16cid:durableId="397365859">
    <w:abstractNumId w:val="31"/>
  </w:num>
  <w:num w:numId="32" w16cid:durableId="879442597">
    <w:abstractNumId w:val="29"/>
  </w:num>
  <w:num w:numId="33" w16cid:durableId="1036735007">
    <w:abstractNumId w:val="13"/>
  </w:num>
  <w:num w:numId="34" w16cid:durableId="1850638256">
    <w:abstractNumId w:val="18"/>
  </w:num>
  <w:num w:numId="35" w16cid:durableId="854080113">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2C05"/>
    <w:rsid w:val="00000937"/>
    <w:rsid w:val="00020B61"/>
    <w:rsid w:val="00027A19"/>
    <w:rsid w:val="000320FC"/>
    <w:rsid w:val="00041BF3"/>
    <w:rsid w:val="000439A9"/>
    <w:rsid w:val="00043E31"/>
    <w:rsid w:val="000458F2"/>
    <w:rsid w:val="00046F83"/>
    <w:rsid w:val="00050009"/>
    <w:rsid w:val="00050903"/>
    <w:rsid w:val="00052486"/>
    <w:rsid w:val="00064FB1"/>
    <w:rsid w:val="00080BB1"/>
    <w:rsid w:val="0009194C"/>
    <w:rsid w:val="000970BF"/>
    <w:rsid w:val="000A2CAD"/>
    <w:rsid w:val="000B1B8A"/>
    <w:rsid w:val="000B5ED5"/>
    <w:rsid w:val="000C1A7E"/>
    <w:rsid w:val="000C42C9"/>
    <w:rsid w:val="000D481C"/>
    <w:rsid w:val="000D5847"/>
    <w:rsid w:val="000D76E8"/>
    <w:rsid w:val="000E2C6F"/>
    <w:rsid w:val="000F3D37"/>
    <w:rsid w:val="000F6566"/>
    <w:rsid w:val="001027AE"/>
    <w:rsid w:val="001041D1"/>
    <w:rsid w:val="001046F5"/>
    <w:rsid w:val="00110152"/>
    <w:rsid w:val="00111795"/>
    <w:rsid w:val="001214A2"/>
    <w:rsid w:val="001321F1"/>
    <w:rsid w:val="00150F82"/>
    <w:rsid w:val="0016333B"/>
    <w:rsid w:val="0017594E"/>
    <w:rsid w:val="00182C05"/>
    <w:rsid w:val="00185192"/>
    <w:rsid w:val="00190584"/>
    <w:rsid w:val="00194CF5"/>
    <w:rsid w:val="001C3DBB"/>
    <w:rsid w:val="001D2ABF"/>
    <w:rsid w:val="001D3987"/>
    <w:rsid w:val="001E41B4"/>
    <w:rsid w:val="001F5AA2"/>
    <w:rsid w:val="001F6366"/>
    <w:rsid w:val="002074CC"/>
    <w:rsid w:val="00207ACB"/>
    <w:rsid w:val="00223725"/>
    <w:rsid w:val="00231C1D"/>
    <w:rsid w:val="0024002A"/>
    <w:rsid w:val="00246856"/>
    <w:rsid w:val="00252A55"/>
    <w:rsid w:val="00253CF6"/>
    <w:rsid w:val="00264E48"/>
    <w:rsid w:val="002664EF"/>
    <w:rsid w:val="00274588"/>
    <w:rsid w:val="00275B64"/>
    <w:rsid w:val="00282D94"/>
    <w:rsid w:val="002864F8"/>
    <w:rsid w:val="00293BEC"/>
    <w:rsid w:val="002B42F1"/>
    <w:rsid w:val="002B4BBD"/>
    <w:rsid w:val="002E2F3E"/>
    <w:rsid w:val="002E4BD6"/>
    <w:rsid w:val="002F5A63"/>
    <w:rsid w:val="002F658C"/>
    <w:rsid w:val="00300BDC"/>
    <w:rsid w:val="00303619"/>
    <w:rsid w:val="003058E6"/>
    <w:rsid w:val="00305A41"/>
    <w:rsid w:val="00307B5C"/>
    <w:rsid w:val="00313691"/>
    <w:rsid w:val="00322F41"/>
    <w:rsid w:val="003244A6"/>
    <w:rsid w:val="003247C2"/>
    <w:rsid w:val="00326707"/>
    <w:rsid w:val="00327775"/>
    <w:rsid w:val="00347477"/>
    <w:rsid w:val="003503E7"/>
    <w:rsid w:val="00355DCB"/>
    <w:rsid w:val="00357AEB"/>
    <w:rsid w:val="00372436"/>
    <w:rsid w:val="003845F3"/>
    <w:rsid w:val="003A094C"/>
    <w:rsid w:val="003A7EB7"/>
    <w:rsid w:val="003B0F57"/>
    <w:rsid w:val="003C4DF5"/>
    <w:rsid w:val="003D254A"/>
    <w:rsid w:val="003E2996"/>
    <w:rsid w:val="003E3A04"/>
    <w:rsid w:val="003E7E99"/>
    <w:rsid w:val="003F0548"/>
    <w:rsid w:val="00402D00"/>
    <w:rsid w:val="004041DC"/>
    <w:rsid w:val="004141B6"/>
    <w:rsid w:val="0044221A"/>
    <w:rsid w:val="004540A1"/>
    <w:rsid w:val="00462052"/>
    <w:rsid w:val="00471AD4"/>
    <w:rsid w:val="004744FE"/>
    <w:rsid w:val="00480CE8"/>
    <w:rsid w:val="00485322"/>
    <w:rsid w:val="00486534"/>
    <w:rsid w:val="004A2E98"/>
    <w:rsid w:val="004B0F46"/>
    <w:rsid w:val="004B5AD8"/>
    <w:rsid w:val="004C32EF"/>
    <w:rsid w:val="004C3D82"/>
    <w:rsid w:val="004C6563"/>
    <w:rsid w:val="004D6538"/>
    <w:rsid w:val="004D7850"/>
    <w:rsid w:val="004F321A"/>
    <w:rsid w:val="005048A7"/>
    <w:rsid w:val="0051080E"/>
    <w:rsid w:val="00510AC1"/>
    <w:rsid w:val="00511C17"/>
    <w:rsid w:val="00513400"/>
    <w:rsid w:val="005140AA"/>
    <w:rsid w:val="00535204"/>
    <w:rsid w:val="00541AE8"/>
    <w:rsid w:val="00547B42"/>
    <w:rsid w:val="00551EC2"/>
    <w:rsid w:val="00553233"/>
    <w:rsid w:val="005573A0"/>
    <w:rsid w:val="00565D90"/>
    <w:rsid w:val="00577CDC"/>
    <w:rsid w:val="00577D85"/>
    <w:rsid w:val="0058041E"/>
    <w:rsid w:val="00580BB6"/>
    <w:rsid w:val="00585E26"/>
    <w:rsid w:val="005964D9"/>
    <w:rsid w:val="005A0A25"/>
    <w:rsid w:val="005A3A1E"/>
    <w:rsid w:val="005B7B5F"/>
    <w:rsid w:val="005C398B"/>
    <w:rsid w:val="005C3AC9"/>
    <w:rsid w:val="005D41AC"/>
    <w:rsid w:val="005D45D8"/>
    <w:rsid w:val="005D608B"/>
    <w:rsid w:val="005E1B70"/>
    <w:rsid w:val="005F1271"/>
    <w:rsid w:val="005F58F5"/>
    <w:rsid w:val="006011A3"/>
    <w:rsid w:val="00603065"/>
    <w:rsid w:val="0061010B"/>
    <w:rsid w:val="00624152"/>
    <w:rsid w:val="00625690"/>
    <w:rsid w:val="00636C68"/>
    <w:rsid w:val="00644847"/>
    <w:rsid w:val="0065249F"/>
    <w:rsid w:val="00653EF1"/>
    <w:rsid w:val="006560E0"/>
    <w:rsid w:val="006572D4"/>
    <w:rsid w:val="00661CDF"/>
    <w:rsid w:val="00682BB8"/>
    <w:rsid w:val="0068318A"/>
    <w:rsid w:val="006833CE"/>
    <w:rsid w:val="00685CDE"/>
    <w:rsid w:val="006958DA"/>
    <w:rsid w:val="00696BC8"/>
    <w:rsid w:val="006B2DA2"/>
    <w:rsid w:val="006B7970"/>
    <w:rsid w:val="006C7D30"/>
    <w:rsid w:val="006D43B8"/>
    <w:rsid w:val="006F6BF0"/>
    <w:rsid w:val="007030EA"/>
    <w:rsid w:val="0070537C"/>
    <w:rsid w:val="00707E19"/>
    <w:rsid w:val="00710D0B"/>
    <w:rsid w:val="00711305"/>
    <w:rsid w:val="007140D4"/>
    <w:rsid w:val="00714A68"/>
    <w:rsid w:val="00715EB2"/>
    <w:rsid w:val="00726B9C"/>
    <w:rsid w:val="00740FEE"/>
    <w:rsid w:val="00741FA9"/>
    <w:rsid w:val="0074469C"/>
    <w:rsid w:val="00750751"/>
    <w:rsid w:val="00751BFC"/>
    <w:rsid w:val="0075766A"/>
    <w:rsid w:val="007577B9"/>
    <w:rsid w:val="00761B32"/>
    <w:rsid w:val="0076264A"/>
    <w:rsid w:val="007739DB"/>
    <w:rsid w:val="00782605"/>
    <w:rsid w:val="0078430F"/>
    <w:rsid w:val="00785587"/>
    <w:rsid w:val="007A0043"/>
    <w:rsid w:val="007A1244"/>
    <w:rsid w:val="007A5BCC"/>
    <w:rsid w:val="007B6C11"/>
    <w:rsid w:val="007C1309"/>
    <w:rsid w:val="007D08EC"/>
    <w:rsid w:val="007D2B72"/>
    <w:rsid w:val="007D395B"/>
    <w:rsid w:val="007F7E66"/>
    <w:rsid w:val="00801092"/>
    <w:rsid w:val="00803688"/>
    <w:rsid w:val="00806988"/>
    <w:rsid w:val="0080788A"/>
    <w:rsid w:val="00852D59"/>
    <w:rsid w:val="00853A4C"/>
    <w:rsid w:val="008602D5"/>
    <w:rsid w:val="00860F03"/>
    <w:rsid w:val="00861AD7"/>
    <w:rsid w:val="0086279A"/>
    <w:rsid w:val="00865042"/>
    <w:rsid w:val="00872585"/>
    <w:rsid w:val="00876790"/>
    <w:rsid w:val="00881CFB"/>
    <w:rsid w:val="00882031"/>
    <w:rsid w:val="008843B6"/>
    <w:rsid w:val="008908B9"/>
    <w:rsid w:val="008917BC"/>
    <w:rsid w:val="008A572A"/>
    <w:rsid w:val="008B7335"/>
    <w:rsid w:val="008C2631"/>
    <w:rsid w:val="008C2B57"/>
    <w:rsid w:val="008D0B99"/>
    <w:rsid w:val="008F1963"/>
    <w:rsid w:val="009022D4"/>
    <w:rsid w:val="00902D6B"/>
    <w:rsid w:val="00905E46"/>
    <w:rsid w:val="009240D5"/>
    <w:rsid w:val="00924BA0"/>
    <w:rsid w:val="00932D76"/>
    <w:rsid w:val="0093333A"/>
    <w:rsid w:val="00940C0D"/>
    <w:rsid w:val="00947F41"/>
    <w:rsid w:val="00981EA0"/>
    <w:rsid w:val="00983C21"/>
    <w:rsid w:val="00985337"/>
    <w:rsid w:val="00996F5E"/>
    <w:rsid w:val="009A13F8"/>
    <w:rsid w:val="009A24E1"/>
    <w:rsid w:val="009A564B"/>
    <w:rsid w:val="009B37A0"/>
    <w:rsid w:val="009D0A55"/>
    <w:rsid w:val="009D1946"/>
    <w:rsid w:val="009D7B25"/>
    <w:rsid w:val="009E33EB"/>
    <w:rsid w:val="009E66CA"/>
    <w:rsid w:val="009F0219"/>
    <w:rsid w:val="009F28E3"/>
    <w:rsid w:val="009F6B42"/>
    <w:rsid w:val="00A00009"/>
    <w:rsid w:val="00A01140"/>
    <w:rsid w:val="00A03B67"/>
    <w:rsid w:val="00A0506C"/>
    <w:rsid w:val="00A11B18"/>
    <w:rsid w:val="00A26028"/>
    <w:rsid w:val="00A2654E"/>
    <w:rsid w:val="00A33611"/>
    <w:rsid w:val="00A35D52"/>
    <w:rsid w:val="00A36775"/>
    <w:rsid w:val="00A40A3F"/>
    <w:rsid w:val="00A53AD1"/>
    <w:rsid w:val="00A71879"/>
    <w:rsid w:val="00A76C22"/>
    <w:rsid w:val="00A94B12"/>
    <w:rsid w:val="00A9673C"/>
    <w:rsid w:val="00AA38DF"/>
    <w:rsid w:val="00AA773E"/>
    <w:rsid w:val="00AC7D9E"/>
    <w:rsid w:val="00AD6740"/>
    <w:rsid w:val="00AD6E6E"/>
    <w:rsid w:val="00AF2949"/>
    <w:rsid w:val="00AF3F11"/>
    <w:rsid w:val="00AF3F69"/>
    <w:rsid w:val="00AF497B"/>
    <w:rsid w:val="00B07706"/>
    <w:rsid w:val="00B160CA"/>
    <w:rsid w:val="00B177CB"/>
    <w:rsid w:val="00B25C20"/>
    <w:rsid w:val="00B330E7"/>
    <w:rsid w:val="00B348E8"/>
    <w:rsid w:val="00B454F3"/>
    <w:rsid w:val="00B46E74"/>
    <w:rsid w:val="00B473BA"/>
    <w:rsid w:val="00B508D5"/>
    <w:rsid w:val="00B62A75"/>
    <w:rsid w:val="00B66B09"/>
    <w:rsid w:val="00B703E6"/>
    <w:rsid w:val="00B72775"/>
    <w:rsid w:val="00B730E5"/>
    <w:rsid w:val="00B77A87"/>
    <w:rsid w:val="00B83C36"/>
    <w:rsid w:val="00B85473"/>
    <w:rsid w:val="00B862E0"/>
    <w:rsid w:val="00B91757"/>
    <w:rsid w:val="00B92573"/>
    <w:rsid w:val="00B94867"/>
    <w:rsid w:val="00B96801"/>
    <w:rsid w:val="00BA170C"/>
    <w:rsid w:val="00BA620E"/>
    <w:rsid w:val="00BA64C1"/>
    <w:rsid w:val="00BA6EE9"/>
    <w:rsid w:val="00BB06DC"/>
    <w:rsid w:val="00BB075F"/>
    <w:rsid w:val="00BB2FDE"/>
    <w:rsid w:val="00BC04C7"/>
    <w:rsid w:val="00BC303C"/>
    <w:rsid w:val="00BC6611"/>
    <w:rsid w:val="00BE0575"/>
    <w:rsid w:val="00BE1A49"/>
    <w:rsid w:val="00BE214A"/>
    <w:rsid w:val="00BF4386"/>
    <w:rsid w:val="00BF7BE1"/>
    <w:rsid w:val="00C0048F"/>
    <w:rsid w:val="00C01378"/>
    <w:rsid w:val="00C120BA"/>
    <w:rsid w:val="00C13A41"/>
    <w:rsid w:val="00C2542C"/>
    <w:rsid w:val="00C317F8"/>
    <w:rsid w:val="00C32D94"/>
    <w:rsid w:val="00C468A3"/>
    <w:rsid w:val="00C5071C"/>
    <w:rsid w:val="00C53DB9"/>
    <w:rsid w:val="00C5595D"/>
    <w:rsid w:val="00C63389"/>
    <w:rsid w:val="00C63FE6"/>
    <w:rsid w:val="00C828B9"/>
    <w:rsid w:val="00C850C7"/>
    <w:rsid w:val="00C943D8"/>
    <w:rsid w:val="00CA122E"/>
    <w:rsid w:val="00CA410B"/>
    <w:rsid w:val="00CA7570"/>
    <w:rsid w:val="00CC1C5B"/>
    <w:rsid w:val="00CC277E"/>
    <w:rsid w:val="00CC3193"/>
    <w:rsid w:val="00CD1298"/>
    <w:rsid w:val="00CF4919"/>
    <w:rsid w:val="00CF71C6"/>
    <w:rsid w:val="00CF7AB9"/>
    <w:rsid w:val="00D00FFB"/>
    <w:rsid w:val="00D07B0A"/>
    <w:rsid w:val="00D233F8"/>
    <w:rsid w:val="00D25D05"/>
    <w:rsid w:val="00D3011B"/>
    <w:rsid w:val="00D46E86"/>
    <w:rsid w:val="00D574B6"/>
    <w:rsid w:val="00D67184"/>
    <w:rsid w:val="00D93676"/>
    <w:rsid w:val="00D97092"/>
    <w:rsid w:val="00DA021B"/>
    <w:rsid w:val="00DA0D61"/>
    <w:rsid w:val="00DA18F0"/>
    <w:rsid w:val="00DA1F1F"/>
    <w:rsid w:val="00DB1A57"/>
    <w:rsid w:val="00DB62E4"/>
    <w:rsid w:val="00DB63CC"/>
    <w:rsid w:val="00DB6ABD"/>
    <w:rsid w:val="00DB7604"/>
    <w:rsid w:val="00DC3AEF"/>
    <w:rsid w:val="00DD3836"/>
    <w:rsid w:val="00DD621F"/>
    <w:rsid w:val="00DD7C96"/>
    <w:rsid w:val="00DE55C5"/>
    <w:rsid w:val="00DE6AD9"/>
    <w:rsid w:val="00E03673"/>
    <w:rsid w:val="00E06DA5"/>
    <w:rsid w:val="00E162F8"/>
    <w:rsid w:val="00E22CB4"/>
    <w:rsid w:val="00E24CAD"/>
    <w:rsid w:val="00E32930"/>
    <w:rsid w:val="00E44F0B"/>
    <w:rsid w:val="00E44FDD"/>
    <w:rsid w:val="00E454A5"/>
    <w:rsid w:val="00E56E28"/>
    <w:rsid w:val="00E5776F"/>
    <w:rsid w:val="00E63A65"/>
    <w:rsid w:val="00E71B55"/>
    <w:rsid w:val="00E71E64"/>
    <w:rsid w:val="00E800A0"/>
    <w:rsid w:val="00E82C5C"/>
    <w:rsid w:val="00E83EAD"/>
    <w:rsid w:val="00E847EB"/>
    <w:rsid w:val="00E91F09"/>
    <w:rsid w:val="00E93BF2"/>
    <w:rsid w:val="00E96909"/>
    <w:rsid w:val="00E9755F"/>
    <w:rsid w:val="00EA3CA9"/>
    <w:rsid w:val="00EA5C26"/>
    <w:rsid w:val="00EB1051"/>
    <w:rsid w:val="00ED1172"/>
    <w:rsid w:val="00ED611B"/>
    <w:rsid w:val="00EE32DD"/>
    <w:rsid w:val="00EE3528"/>
    <w:rsid w:val="00EE4B80"/>
    <w:rsid w:val="00F02330"/>
    <w:rsid w:val="00F13666"/>
    <w:rsid w:val="00F16C4B"/>
    <w:rsid w:val="00F17E37"/>
    <w:rsid w:val="00F24B48"/>
    <w:rsid w:val="00F320F2"/>
    <w:rsid w:val="00F328A7"/>
    <w:rsid w:val="00F32E20"/>
    <w:rsid w:val="00F34EA9"/>
    <w:rsid w:val="00F35CC5"/>
    <w:rsid w:val="00F520DD"/>
    <w:rsid w:val="00F54D4D"/>
    <w:rsid w:val="00F56EE4"/>
    <w:rsid w:val="00F73446"/>
    <w:rsid w:val="00F76A0A"/>
    <w:rsid w:val="00F84381"/>
    <w:rsid w:val="00F90121"/>
    <w:rsid w:val="00F9073F"/>
    <w:rsid w:val="00F93C28"/>
    <w:rsid w:val="00F9700E"/>
    <w:rsid w:val="00FA254F"/>
    <w:rsid w:val="00FB6649"/>
    <w:rsid w:val="00FB7E84"/>
    <w:rsid w:val="00FC329C"/>
    <w:rsid w:val="00FF66C5"/>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2B487C"/>
  <w15:docId w15:val="{07629114-56E9-45C0-AC2A-55424DC6F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64C1"/>
    <w:pPr>
      <w:spacing w:after="200" w:line="276" w:lineRule="auto"/>
    </w:pPr>
    <w:rPr>
      <w:sz w:val="22"/>
      <w:szCs w:val="22"/>
      <w:lang w:eastAsia="en-US"/>
    </w:rPr>
  </w:style>
  <w:style w:type="paragraph" w:styleId="Heading1">
    <w:name w:val="heading 1"/>
    <w:basedOn w:val="Normal"/>
    <w:next w:val="Normal"/>
    <w:link w:val="Heading1Char"/>
    <w:uiPriority w:val="9"/>
    <w:qFormat/>
    <w:rsid w:val="000F6566"/>
    <w:pPr>
      <w:keepNext/>
      <w:keepLines/>
      <w:spacing w:before="480" w:after="0"/>
      <w:outlineLvl w:val="0"/>
    </w:pPr>
    <w:rPr>
      <w:rFonts w:asciiTheme="majorHAnsi" w:eastAsiaTheme="majorEastAsia" w:hAnsiTheme="majorHAnsi"/>
      <w:b/>
      <w:bCs/>
      <w:color w:val="365F91" w:themeColor="accent1" w:themeShade="BF"/>
      <w:sz w:val="28"/>
      <w:szCs w:val="28"/>
      <w:lang w:val="en-US"/>
    </w:rPr>
  </w:style>
  <w:style w:type="paragraph" w:styleId="Heading2">
    <w:name w:val="heading 2"/>
    <w:basedOn w:val="Normal"/>
    <w:next w:val="Normal"/>
    <w:link w:val="Heading2Char"/>
    <w:uiPriority w:val="9"/>
    <w:unhideWhenUsed/>
    <w:qFormat/>
    <w:rsid w:val="00B348E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F6566"/>
    <w:pPr>
      <w:keepNext/>
      <w:keepLines/>
      <w:spacing w:before="200" w:after="0"/>
      <w:outlineLvl w:val="2"/>
    </w:pPr>
    <w:rPr>
      <w:rFonts w:asciiTheme="majorHAnsi" w:eastAsiaTheme="majorEastAsia" w:hAnsiTheme="majorHAnsi"/>
      <w:b/>
      <w:bCs/>
      <w:color w:val="4F81BD" w:themeColor="accent1"/>
      <w:lang w:val="en-US"/>
    </w:rPr>
  </w:style>
  <w:style w:type="paragraph" w:styleId="Heading4">
    <w:name w:val="heading 4"/>
    <w:basedOn w:val="Normal"/>
    <w:next w:val="Normal"/>
    <w:link w:val="Heading4Char"/>
    <w:uiPriority w:val="9"/>
    <w:unhideWhenUsed/>
    <w:qFormat/>
    <w:rsid w:val="000F6566"/>
    <w:pPr>
      <w:keepNext/>
      <w:keepLines/>
      <w:spacing w:before="200" w:after="0"/>
      <w:outlineLvl w:val="3"/>
    </w:pPr>
    <w:rPr>
      <w:rFonts w:asciiTheme="majorHAnsi" w:eastAsiaTheme="majorEastAsia" w:hAnsiTheme="majorHAnsi"/>
      <w:b/>
      <w:bCs/>
      <w:i/>
      <w:iCs/>
      <w:color w:val="4F81BD"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3691"/>
    <w:pPr>
      <w:tabs>
        <w:tab w:val="center" w:pos="4536"/>
        <w:tab w:val="right" w:pos="9072"/>
      </w:tabs>
      <w:spacing w:after="0" w:line="240" w:lineRule="auto"/>
    </w:pPr>
  </w:style>
  <w:style w:type="character" w:customStyle="1" w:styleId="HeaderChar">
    <w:name w:val="Header Char"/>
    <w:basedOn w:val="DefaultParagraphFont"/>
    <w:link w:val="Header"/>
    <w:uiPriority w:val="99"/>
    <w:rsid w:val="00313691"/>
  </w:style>
  <w:style w:type="paragraph" w:styleId="Footer">
    <w:name w:val="footer"/>
    <w:basedOn w:val="Normal"/>
    <w:link w:val="FooterChar"/>
    <w:uiPriority w:val="99"/>
    <w:unhideWhenUsed/>
    <w:rsid w:val="0031369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13691"/>
  </w:style>
  <w:style w:type="paragraph" w:styleId="BalloonText">
    <w:name w:val="Balloon Text"/>
    <w:basedOn w:val="Normal"/>
    <w:link w:val="BalloonTextChar"/>
    <w:uiPriority w:val="99"/>
    <w:semiHidden/>
    <w:unhideWhenUsed/>
    <w:rsid w:val="0031369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13691"/>
    <w:rPr>
      <w:rFonts w:ascii="Tahoma" w:hAnsi="Tahoma" w:cs="Tahoma"/>
      <w:sz w:val="16"/>
      <w:szCs w:val="16"/>
    </w:rPr>
  </w:style>
  <w:style w:type="paragraph" w:styleId="ListParagraph">
    <w:name w:val="List Paragraph"/>
    <w:basedOn w:val="Normal"/>
    <w:uiPriority w:val="34"/>
    <w:qFormat/>
    <w:rsid w:val="00111795"/>
    <w:pPr>
      <w:ind w:left="720"/>
      <w:contextualSpacing/>
    </w:pPr>
  </w:style>
  <w:style w:type="character" w:customStyle="1" w:styleId="Heading1Char">
    <w:name w:val="Heading 1 Char"/>
    <w:basedOn w:val="DefaultParagraphFont"/>
    <w:link w:val="Heading1"/>
    <w:uiPriority w:val="9"/>
    <w:rsid w:val="000F6566"/>
    <w:rPr>
      <w:rFonts w:asciiTheme="majorHAnsi" w:eastAsiaTheme="majorEastAsia" w:hAnsiTheme="majorHAnsi"/>
      <w:b/>
      <w:bCs/>
      <w:color w:val="365F91" w:themeColor="accent1" w:themeShade="BF"/>
      <w:sz w:val="28"/>
      <w:szCs w:val="28"/>
      <w:lang w:val="en-US" w:eastAsia="en-US"/>
    </w:rPr>
  </w:style>
  <w:style w:type="character" w:customStyle="1" w:styleId="Heading3Char">
    <w:name w:val="Heading 3 Char"/>
    <w:basedOn w:val="DefaultParagraphFont"/>
    <w:link w:val="Heading3"/>
    <w:uiPriority w:val="9"/>
    <w:rsid w:val="000F6566"/>
    <w:rPr>
      <w:rFonts w:asciiTheme="majorHAnsi" w:eastAsiaTheme="majorEastAsia" w:hAnsiTheme="majorHAnsi"/>
      <w:b/>
      <w:bCs/>
      <w:color w:val="4F81BD" w:themeColor="accent1"/>
      <w:sz w:val="22"/>
      <w:szCs w:val="22"/>
      <w:lang w:val="en-US" w:eastAsia="en-US"/>
    </w:rPr>
  </w:style>
  <w:style w:type="character" w:customStyle="1" w:styleId="Heading4Char">
    <w:name w:val="Heading 4 Char"/>
    <w:basedOn w:val="DefaultParagraphFont"/>
    <w:link w:val="Heading4"/>
    <w:uiPriority w:val="9"/>
    <w:rsid w:val="000F6566"/>
    <w:rPr>
      <w:rFonts w:asciiTheme="majorHAnsi" w:eastAsiaTheme="majorEastAsia" w:hAnsiTheme="majorHAnsi"/>
      <w:b/>
      <w:bCs/>
      <w:i/>
      <w:iCs/>
      <w:color w:val="4F81BD" w:themeColor="accent1"/>
      <w:sz w:val="22"/>
      <w:szCs w:val="22"/>
      <w:lang w:val="en-US" w:eastAsia="en-US"/>
    </w:rPr>
  </w:style>
  <w:style w:type="paragraph" w:styleId="Title">
    <w:name w:val="Title"/>
    <w:basedOn w:val="Normal"/>
    <w:next w:val="Normal"/>
    <w:link w:val="TitleChar"/>
    <w:uiPriority w:val="10"/>
    <w:qFormat/>
    <w:rsid w:val="000F6566"/>
    <w:pPr>
      <w:pBdr>
        <w:bottom w:val="single" w:sz="8" w:space="4" w:color="4F81BD" w:themeColor="accent1"/>
      </w:pBdr>
      <w:spacing w:after="300" w:line="240" w:lineRule="auto"/>
      <w:contextualSpacing/>
    </w:pPr>
    <w:rPr>
      <w:rFonts w:asciiTheme="majorHAnsi" w:eastAsiaTheme="majorEastAsia" w:hAnsiTheme="majorHAnsi"/>
      <w:color w:val="17365D" w:themeColor="text2" w:themeShade="BF"/>
      <w:spacing w:val="5"/>
      <w:kern w:val="28"/>
      <w:sz w:val="52"/>
      <w:szCs w:val="52"/>
      <w:lang w:val="en-US"/>
    </w:rPr>
  </w:style>
  <w:style w:type="character" w:customStyle="1" w:styleId="TitleChar">
    <w:name w:val="Title Char"/>
    <w:basedOn w:val="DefaultParagraphFont"/>
    <w:link w:val="Title"/>
    <w:uiPriority w:val="10"/>
    <w:rsid w:val="000F6566"/>
    <w:rPr>
      <w:rFonts w:asciiTheme="majorHAnsi" w:eastAsiaTheme="majorEastAsia" w:hAnsiTheme="majorHAnsi"/>
      <w:color w:val="17365D" w:themeColor="text2" w:themeShade="BF"/>
      <w:spacing w:val="5"/>
      <w:kern w:val="28"/>
      <w:sz w:val="52"/>
      <w:szCs w:val="52"/>
      <w:lang w:val="en-US" w:eastAsia="en-US"/>
    </w:rPr>
  </w:style>
  <w:style w:type="paragraph" w:styleId="NoSpacing">
    <w:name w:val="No Spacing"/>
    <w:link w:val="NoSpacingChar"/>
    <w:uiPriority w:val="1"/>
    <w:qFormat/>
    <w:rsid w:val="000F6566"/>
    <w:rPr>
      <w:rFonts w:asciiTheme="minorHAnsi" w:eastAsiaTheme="minorEastAsia" w:hAnsiTheme="minorHAnsi"/>
      <w:sz w:val="22"/>
      <w:szCs w:val="22"/>
      <w:lang w:val="en-US" w:eastAsia="en-US"/>
    </w:rPr>
  </w:style>
  <w:style w:type="paragraph" w:styleId="TOCHeading">
    <w:name w:val="TOC Heading"/>
    <w:basedOn w:val="Heading1"/>
    <w:next w:val="Normal"/>
    <w:uiPriority w:val="39"/>
    <w:unhideWhenUsed/>
    <w:qFormat/>
    <w:rsid w:val="00806988"/>
    <w:pPr>
      <w:outlineLvl w:val="9"/>
    </w:pPr>
    <w:rPr>
      <w:rFonts w:cstheme="majorBidi"/>
      <w:lang w:eastAsia="ja-JP"/>
    </w:rPr>
  </w:style>
  <w:style w:type="paragraph" w:styleId="TOC1">
    <w:name w:val="toc 1"/>
    <w:basedOn w:val="Normal"/>
    <w:next w:val="Normal"/>
    <w:autoRedefine/>
    <w:uiPriority w:val="39"/>
    <w:unhideWhenUsed/>
    <w:rsid w:val="00806988"/>
    <w:pPr>
      <w:spacing w:after="100"/>
    </w:pPr>
  </w:style>
  <w:style w:type="paragraph" w:styleId="TOC3">
    <w:name w:val="toc 3"/>
    <w:basedOn w:val="Normal"/>
    <w:next w:val="Normal"/>
    <w:autoRedefine/>
    <w:uiPriority w:val="39"/>
    <w:unhideWhenUsed/>
    <w:rsid w:val="00806988"/>
    <w:pPr>
      <w:spacing w:after="100"/>
      <w:ind w:left="440"/>
    </w:pPr>
  </w:style>
  <w:style w:type="character" w:styleId="Hyperlink">
    <w:name w:val="Hyperlink"/>
    <w:basedOn w:val="DefaultParagraphFont"/>
    <w:uiPriority w:val="99"/>
    <w:unhideWhenUsed/>
    <w:rsid w:val="00806988"/>
    <w:rPr>
      <w:color w:val="0000FF" w:themeColor="hyperlink"/>
      <w:u w:val="single"/>
    </w:rPr>
  </w:style>
  <w:style w:type="table" w:styleId="TableGrid">
    <w:name w:val="Table Grid"/>
    <w:basedOn w:val="TableNormal"/>
    <w:uiPriority w:val="59"/>
    <w:rsid w:val="007446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74469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aption">
    <w:name w:val="caption"/>
    <w:basedOn w:val="Normal"/>
    <w:next w:val="Normal"/>
    <w:uiPriority w:val="35"/>
    <w:unhideWhenUsed/>
    <w:qFormat/>
    <w:rsid w:val="0074469C"/>
    <w:pPr>
      <w:spacing w:line="240" w:lineRule="auto"/>
    </w:pPr>
    <w:rPr>
      <w:b/>
      <w:bCs/>
      <w:color w:val="4F81BD" w:themeColor="accent1"/>
      <w:sz w:val="18"/>
      <w:szCs w:val="18"/>
    </w:rPr>
  </w:style>
  <w:style w:type="character" w:customStyle="1" w:styleId="NoSpacingChar">
    <w:name w:val="No Spacing Char"/>
    <w:basedOn w:val="DefaultParagraphFont"/>
    <w:link w:val="NoSpacing"/>
    <w:uiPriority w:val="1"/>
    <w:rsid w:val="00932D76"/>
    <w:rPr>
      <w:rFonts w:asciiTheme="minorHAnsi" w:eastAsiaTheme="minorEastAsia" w:hAnsiTheme="minorHAnsi"/>
      <w:sz w:val="22"/>
      <w:szCs w:val="22"/>
      <w:lang w:val="en-US" w:eastAsia="en-US"/>
    </w:rPr>
  </w:style>
  <w:style w:type="character" w:customStyle="1" w:styleId="Heading2Char">
    <w:name w:val="Heading 2 Char"/>
    <w:basedOn w:val="DefaultParagraphFont"/>
    <w:link w:val="Heading2"/>
    <w:uiPriority w:val="9"/>
    <w:rsid w:val="00B348E8"/>
    <w:rPr>
      <w:rFonts w:asciiTheme="majorHAnsi" w:eastAsiaTheme="majorEastAsia" w:hAnsiTheme="majorHAnsi" w:cstheme="majorBidi"/>
      <w:b/>
      <w:bCs/>
      <w:color w:val="4F81BD" w:themeColor="accent1"/>
      <w:sz w:val="26"/>
      <w:szCs w:val="26"/>
      <w:lang w:eastAsia="en-US"/>
    </w:rPr>
  </w:style>
  <w:style w:type="paragraph" w:styleId="TOC2">
    <w:name w:val="toc 2"/>
    <w:basedOn w:val="Normal"/>
    <w:next w:val="Normal"/>
    <w:autoRedefine/>
    <w:uiPriority w:val="39"/>
    <w:unhideWhenUsed/>
    <w:rsid w:val="00372436"/>
    <w:pPr>
      <w:spacing w:after="100"/>
      <w:ind w:left="220"/>
    </w:pPr>
  </w:style>
  <w:style w:type="table" w:customStyle="1" w:styleId="GridTable41">
    <w:name w:val="Grid Table 41"/>
    <w:basedOn w:val="TableNormal"/>
    <w:uiPriority w:val="49"/>
    <w:rsid w:val="00182C0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Els-reference">
    <w:name w:val="Els-reference"/>
    <w:rsid w:val="00511C17"/>
    <w:pPr>
      <w:tabs>
        <w:tab w:val="left" w:pos="312"/>
      </w:tabs>
      <w:spacing w:line="200" w:lineRule="exact"/>
      <w:ind w:left="312" w:hanging="312"/>
    </w:pPr>
    <w:rPr>
      <w:rFonts w:ascii="Times New Roman" w:eastAsia="SimSun" w:hAnsi="Times New Roman"/>
      <w:noProof/>
      <w:sz w:val="16"/>
      <w:lang w:val="en-US" w:eastAsia="en-US"/>
    </w:rPr>
  </w:style>
  <w:style w:type="paragraph" w:customStyle="1" w:styleId="Kd">
    <w:name w:val="Kôd"/>
    <w:qFormat/>
    <w:rsid w:val="00F76A0A"/>
    <w:pPr>
      <w:spacing w:line="360" w:lineRule="auto"/>
      <w:ind w:left="1440"/>
    </w:pPr>
    <w:rPr>
      <w:rFonts w:ascii="Courier New" w:eastAsia="Times New Roman" w:hAnsi="Courier New"/>
      <w:szCs w:val="24"/>
    </w:rPr>
  </w:style>
  <w:style w:type="paragraph" w:customStyle="1" w:styleId="Kdutekstu">
    <w:name w:val="Kôd u tekstu"/>
    <w:basedOn w:val="Normal"/>
    <w:link w:val="KdutekstuChar"/>
    <w:qFormat/>
    <w:rsid w:val="00F76A0A"/>
    <w:pPr>
      <w:spacing w:before="120" w:after="60" w:line="360" w:lineRule="auto"/>
      <w:jc w:val="both"/>
    </w:pPr>
    <w:rPr>
      <w:rFonts w:ascii="Courier New" w:eastAsia="Times New Roman" w:hAnsi="Courier New" w:cs="Courier New"/>
      <w:sz w:val="20"/>
      <w:szCs w:val="20"/>
    </w:rPr>
  </w:style>
  <w:style w:type="character" w:customStyle="1" w:styleId="KdutekstuChar">
    <w:name w:val="Kôd u tekstu Char"/>
    <w:link w:val="Kdutekstu"/>
    <w:rsid w:val="00F76A0A"/>
    <w:rPr>
      <w:rFonts w:ascii="Courier New" w:eastAsia="Times New Roman"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171645">
      <w:bodyDiv w:val="1"/>
      <w:marLeft w:val="0"/>
      <w:marRight w:val="0"/>
      <w:marTop w:val="0"/>
      <w:marBottom w:val="0"/>
      <w:divBdr>
        <w:top w:val="none" w:sz="0" w:space="0" w:color="auto"/>
        <w:left w:val="none" w:sz="0" w:space="0" w:color="auto"/>
        <w:bottom w:val="none" w:sz="0" w:space="0" w:color="auto"/>
        <w:right w:val="none" w:sz="0" w:space="0" w:color="auto"/>
      </w:divBdr>
    </w:div>
    <w:div w:id="1130247630">
      <w:bodyDiv w:val="1"/>
      <w:marLeft w:val="0"/>
      <w:marRight w:val="0"/>
      <w:marTop w:val="0"/>
      <w:marBottom w:val="0"/>
      <w:divBdr>
        <w:top w:val="none" w:sz="0" w:space="0" w:color="auto"/>
        <w:left w:val="none" w:sz="0" w:space="0" w:color="auto"/>
        <w:bottom w:val="none" w:sz="0" w:space="0" w:color="auto"/>
        <w:right w:val="none" w:sz="0" w:space="0" w:color="auto"/>
      </w:divBdr>
    </w:div>
    <w:div w:id="1489638664">
      <w:bodyDiv w:val="1"/>
      <w:marLeft w:val="0"/>
      <w:marRight w:val="0"/>
      <w:marTop w:val="0"/>
      <w:marBottom w:val="0"/>
      <w:divBdr>
        <w:top w:val="none" w:sz="0" w:space="0" w:color="auto"/>
        <w:left w:val="none" w:sz="0" w:space="0" w:color="auto"/>
        <w:bottom w:val="none" w:sz="0" w:space="0" w:color="auto"/>
        <w:right w:val="none" w:sz="0" w:space="0" w:color="auto"/>
      </w:divBdr>
    </w:div>
    <w:div w:id="1527064894">
      <w:bodyDiv w:val="1"/>
      <w:marLeft w:val="0"/>
      <w:marRight w:val="0"/>
      <w:marTop w:val="0"/>
      <w:marBottom w:val="0"/>
      <w:divBdr>
        <w:top w:val="none" w:sz="0" w:space="0" w:color="auto"/>
        <w:left w:val="none" w:sz="0" w:space="0" w:color="auto"/>
        <w:bottom w:val="none" w:sz="0" w:space="0" w:color="auto"/>
        <w:right w:val="none" w:sz="0" w:space="0" w:color="auto"/>
      </w:divBdr>
    </w:div>
    <w:div w:id="173889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ran\SkyDrive\V&#352;PR\Administracija%20operacijskih%20sustava\Vje&#382;be\AOS_Predlo&#382;a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4/27/211</PublishDate>
  <Abstract>REV 4.1</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4057151-0902-4879-BB12-F63EAAAE8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AOS_Predložak</Template>
  <TotalTime>187</TotalTime>
  <Pages>9</Pages>
  <Words>1221</Words>
  <Characters>6667</Characters>
  <Application>Microsoft Office Word</Application>
  <DocSecurity>0</DocSecurity>
  <Lines>256</Lines>
  <Paragraphs>106</Paragraphs>
  <ScaleCrop>false</ScaleCrop>
  <HeadingPairs>
    <vt:vector size="2" baseType="variant">
      <vt:variant>
        <vt:lpstr>Title</vt:lpstr>
      </vt:variant>
      <vt:variant>
        <vt:i4>1</vt:i4>
      </vt:variant>
    </vt:vector>
  </HeadingPairs>
  <TitlesOfParts>
    <vt:vector size="1" baseType="lpstr">
      <vt:lpstr>IME KOLEGIJA           TEMA PROJEKTA</vt:lpstr>
    </vt:vector>
  </TitlesOfParts>
  <Company/>
  <LinksUpToDate>false</LinksUpToDate>
  <CharactersWithSpaces>7782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IME KOLEGIJA           TEMA PROJEKTA</dc:title>
  <dc:subject>Lab 01 –</dc:subject>
  <dc:creator>Vedran Dakić</dc:creator>
  <cp:lastModifiedBy>ZM</cp:lastModifiedBy>
  <cp:revision>52</cp:revision>
  <cp:lastPrinted>2019-09-02T07:57:00Z</cp:lastPrinted>
  <dcterms:created xsi:type="dcterms:W3CDTF">2014-09-30T06:55:00Z</dcterms:created>
  <dcterms:modified xsi:type="dcterms:W3CDTF">2024-10-02T12:15:00Z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-842584871</vt:i4>
  </property>
  <property fmtid="{D5CDD505-2E9C-101B-9397-08002B2CF9AE}" pid="3" name="_NewReviewCycle">
    <vt:lpwstr/>
  </property>
  <property fmtid="{D5CDD505-2E9C-101B-9397-08002B2CF9AE}" pid="4" name="_EmailSubject">
    <vt:lpwstr>Kolegij Metodologija Vođenja projekata</vt:lpwstr>
  </property>
  <property fmtid="{D5CDD505-2E9C-101B-9397-08002B2CF9AE}" pid="5" name="_AuthorEmail">
    <vt:lpwstr>Mislav.Balkovic@algebra.hr</vt:lpwstr>
  </property>
  <property fmtid="{D5CDD505-2E9C-101B-9397-08002B2CF9AE}" pid="6" name="_AuthorEmailDisplayName">
    <vt:lpwstr>Mislav Balkovic</vt:lpwstr>
  </property>
  <property fmtid="{D5CDD505-2E9C-101B-9397-08002B2CF9AE}" pid="7" name="_ReviewingToolsShownOnce">
    <vt:lpwstr/>
  </property>
  <property fmtid="{D5CDD505-2E9C-101B-9397-08002B2CF9AE}" pid="8" name="GrammarlyDocumentId">
    <vt:lpwstr>ab7d2131d8d99bbb04c24b380f08ba55decd227625a1380f70793a836f84f75e</vt:lpwstr>
  </property>
</Properties>
</file>